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57002F" w:rsidRDefault="003B3D93" w:rsidP="00DF2905">
      <w:pPr>
        <w:spacing w:after="0"/>
        <w:rPr>
          <w:b/>
          <w:bCs/>
        </w:rPr>
      </w:pPr>
      <w:r w:rsidRPr="0057002F">
        <w:rPr>
          <w:b/>
          <w:bCs/>
        </w:rPr>
        <w:t>KORRALDUS</w:t>
      </w:r>
    </w:p>
    <w:p w14:paraId="5D3A14CA" w14:textId="765D0B72" w:rsidR="003B3D93" w:rsidRPr="0057002F" w:rsidRDefault="003B3D93" w:rsidP="00DF2905">
      <w:pPr>
        <w:spacing w:after="0"/>
      </w:pPr>
    </w:p>
    <w:p w14:paraId="6A8D1A89" w14:textId="0B7DE8A1" w:rsidR="003B3D93" w:rsidRPr="0057002F" w:rsidRDefault="003B3D93" w:rsidP="000E268B">
      <w:pPr>
        <w:spacing w:after="0"/>
        <w:jc w:val="both"/>
      </w:pPr>
      <w:r w:rsidRPr="0057002F">
        <w:t>Haljala</w:t>
      </w:r>
      <w:r w:rsidRPr="0057002F">
        <w:tab/>
      </w:r>
      <w:r w:rsidRPr="0057002F">
        <w:tab/>
      </w:r>
      <w:r w:rsidRPr="0057002F">
        <w:tab/>
      </w:r>
      <w:r w:rsidRPr="0057002F">
        <w:tab/>
      </w:r>
      <w:r w:rsidRPr="0057002F">
        <w:tab/>
      </w:r>
      <w:r w:rsidRPr="0057002F">
        <w:tab/>
      </w:r>
      <w:r w:rsidRPr="0057002F">
        <w:tab/>
      </w:r>
      <w:r w:rsidRPr="0057002F">
        <w:tab/>
      </w:r>
      <w:r w:rsidRPr="0057002F">
        <w:tab/>
      </w:r>
      <w:r w:rsidR="000E268B" w:rsidRPr="0057002F">
        <w:t xml:space="preserve">     </w:t>
      </w:r>
      <w:r w:rsidR="003B0AE5" w:rsidRPr="0057002F">
        <w:t>4</w:t>
      </w:r>
      <w:r w:rsidR="00992F58" w:rsidRPr="0057002F">
        <w:t>.</w:t>
      </w:r>
      <w:r w:rsidR="00CB60B5" w:rsidRPr="0057002F">
        <w:t xml:space="preserve"> </w:t>
      </w:r>
      <w:r w:rsidR="003B0AE5" w:rsidRPr="0057002F">
        <w:t>september</w:t>
      </w:r>
      <w:r w:rsidR="0063740D" w:rsidRPr="0057002F">
        <w:t xml:space="preserve"> 202</w:t>
      </w:r>
      <w:r w:rsidR="00587C8C" w:rsidRPr="0057002F">
        <w:t>5</w:t>
      </w:r>
      <w:r w:rsidR="0063740D" w:rsidRPr="0057002F">
        <w:t xml:space="preserve"> nr </w:t>
      </w:r>
      <w:r w:rsidR="00645499" w:rsidRPr="0057002F">
        <w:rPr>
          <w:b/>
          <w:bCs/>
        </w:rPr>
        <w:t>00</w:t>
      </w:r>
      <w:r w:rsidR="00587C8C" w:rsidRPr="0057002F">
        <w:rPr>
          <w:b/>
          <w:bCs/>
        </w:rPr>
        <w:t>0</w:t>
      </w:r>
    </w:p>
    <w:p w14:paraId="749434D6" w14:textId="74BBD8E8" w:rsidR="003B3D93" w:rsidRPr="0057002F" w:rsidRDefault="003B3D93" w:rsidP="00DF2905">
      <w:pPr>
        <w:spacing w:after="0"/>
      </w:pPr>
    </w:p>
    <w:p w14:paraId="61906A60" w14:textId="77777777" w:rsidR="009F043E" w:rsidRPr="0057002F" w:rsidRDefault="009F043E" w:rsidP="005F7311">
      <w:pPr>
        <w:spacing w:after="0"/>
        <w:rPr>
          <w:b/>
          <w:bCs/>
        </w:rPr>
      </w:pPr>
    </w:p>
    <w:p w14:paraId="657D38BC" w14:textId="3803623A" w:rsidR="003B3D93" w:rsidRPr="0057002F" w:rsidRDefault="00587C8C" w:rsidP="005F7311">
      <w:pPr>
        <w:spacing w:after="0"/>
        <w:rPr>
          <w:b/>
          <w:bCs/>
        </w:rPr>
      </w:pPr>
      <w:r w:rsidRPr="0057002F">
        <w:rPr>
          <w:b/>
          <w:bCs/>
        </w:rPr>
        <w:t xml:space="preserve">Võsu alevikus </w:t>
      </w:r>
      <w:r w:rsidR="005C73A1" w:rsidRPr="0057002F">
        <w:rPr>
          <w:b/>
          <w:bCs/>
        </w:rPr>
        <w:t xml:space="preserve">Lepalinnu </w:t>
      </w:r>
      <w:r w:rsidRPr="0057002F">
        <w:rPr>
          <w:b/>
          <w:bCs/>
        </w:rPr>
        <w:t>maaüksuse</w:t>
      </w:r>
      <w:r w:rsidR="005F7311" w:rsidRPr="0057002F">
        <w:rPr>
          <w:b/>
          <w:bCs/>
        </w:rPr>
        <w:t xml:space="preserve"> </w:t>
      </w:r>
      <w:r w:rsidR="003B3D93" w:rsidRPr="0057002F">
        <w:rPr>
          <w:b/>
          <w:bCs/>
        </w:rPr>
        <w:t>detailplaneeringu</w:t>
      </w:r>
      <w:r w:rsidRPr="0057002F">
        <w:rPr>
          <w:b/>
          <w:bCs/>
        </w:rPr>
        <w:t xml:space="preserve"> </w:t>
      </w:r>
      <w:r w:rsidR="005C73A1" w:rsidRPr="0057002F">
        <w:rPr>
          <w:b/>
          <w:bCs/>
        </w:rPr>
        <w:t xml:space="preserve">                                          </w:t>
      </w:r>
      <w:r w:rsidR="003B3D93" w:rsidRPr="0057002F">
        <w:rPr>
          <w:b/>
          <w:bCs/>
        </w:rPr>
        <w:t>keskkonnamõju</w:t>
      </w:r>
      <w:r w:rsidR="0052762A" w:rsidRPr="0057002F">
        <w:rPr>
          <w:b/>
          <w:bCs/>
        </w:rPr>
        <w:t xml:space="preserve"> </w:t>
      </w:r>
      <w:r w:rsidR="003B3D93" w:rsidRPr="0057002F">
        <w:rPr>
          <w:b/>
          <w:bCs/>
        </w:rPr>
        <w:t>strateegilise</w:t>
      </w:r>
      <w:r w:rsidR="0052762A" w:rsidRPr="0057002F">
        <w:rPr>
          <w:b/>
          <w:bCs/>
        </w:rPr>
        <w:t xml:space="preserve"> </w:t>
      </w:r>
      <w:r w:rsidR="003B3D93" w:rsidRPr="0057002F">
        <w:rPr>
          <w:b/>
          <w:bCs/>
        </w:rPr>
        <w:t>hindamise algatamata jätmine</w:t>
      </w:r>
    </w:p>
    <w:p w14:paraId="7E6363A0" w14:textId="45F1F67F" w:rsidR="003B3D93" w:rsidRPr="0057002F" w:rsidRDefault="003B3D93" w:rsidP="00DF2905">
      <w:pPr>
        <w:spacing w:after="0"/>
      </w:pPr>
    </w:p>
    <w:p w14:paraId="2627B509" w14:textId="220E7132" w:rsidR="000C368D" w:rsidRPr="0057002F" w:rsidRDefault="00587C8C" w:rsidP="00D363DC">
      <w:pPr>
        <w:spacing w:after="0"/>
        <w:jc w:val="both"/>
      </w:pPr>
      <w:r w:rsidRPr="0057002F">
        <w:t xml:space="preserve">Võsu alevikus </w:t>
      </w:r>
      <w:r w:rsidR="00767453" w:rsidRPr="0057002F">
        <w:t>Lepalinnu ja Vana-</w:t>
      </w:r>
      <w:proofErr w:type="spellStart"/>
      <w:r w:rsidR="00767453" w:rsidRPr="0057002F">
        <w:t>Lepispäe</w:t>
      </w:r>
      <w:proofErr w:type="spellEnd"/>
      <w:r w:rsidRPr="0057002F">
        <w:t xml:space="preserve"> maaüksuste</w:t>
      </w:r>
      <w:r w:rsidR="00C62002" w:rsidRPr="0057002F">
        <w:t xml:space="preserve"> d</w:t>
      </w:r>
      <w:r w:rsidR="005B1DFD" w:rsidRPr="0057002F">
        <w:t xml:space="preserve">etailplaneering algatati Haljala Vallavalitsuse </w:t>
      </w:r>
      <w:r w:rsidRPr="0057002F">
        <w:t>1</w:t>
      </w:r>
      <w:r w:rsidR="00767453" w:rsidRPr="0057002F">
        <w:t>5</w:t>
      </w:r>
      <w:r w:rsidR="005B1DFD" w:rsidRPr="0057002F">
        <w:t>.0</w:t>
      </w:r>
      <w:r w:rsidR="00767453" w:rsidRPr="0057002F">
        <w:t>9</w:t>
      </w:r>
      <w:r w:rsidR="005B1DFD" w:rsidRPr="0057002F">
        <w:t>.202</w:t>
      </w:r>
      <w:r w:rsidR="00767453" w:rsidRPr="0057002F">
        <w:t>2</w:t>
      </w:r>
      <w:r w:rsidR="005B1DFD" w:rsidRPr="0057002F">
        <w:t xml:space="preserve"> korraldusega nr </w:t>
      </w:r>
      <w:r w:rsidR="00767453" w:rsidRPr="0057002F">
        <w:t>317</w:t>
      </w:r>
      <w:r w:rsidR="005B1DFD" w:rsidRPr="0057002F">
        <w:t>.</w:t>
      </w:r>
      <w:r w:rsidR="00E24318" w:rsidRPr="0057002F">
        <w:t xml:space="preserve"> </w:t>
      </w:r>
      <w:r w:rsidR="008800D0" w:rsidRPr="0057002F">
        <w:t xml:space="preserve">Detailplaneeringu koostamise eesmärk on </w:t>
      </w:r>
      <w:r w:rsidR="00D36DC0" w:rsidRPr="0057002F">
        <w:t xml:space="preserve">elamumaa sihtotstarbega kruntide moodustamine, ehitusõiguse määramine, </w:t>
      </w:r>
      <w:r w:rsidR="008800D0" w:rsidRPr="0057002F">
        <w:t xml:space="preserve">tehnovõrkude ja </w:t>
      </w:r>
      <w:r w:rsidR="00D521C6" w:rsidRPr="0057002F">
        <w:t xml:space="preserve">             </w:t>
      </w:r>
      <w:r w:rsidR="008800D0" w:rsidRPr="0057002F">
        <w:t>-rajatiste võimalike asukohtade määramine</w:t>
      </w:r>
      <w:r w:rsidR="001A2ABD" w:rsidRPr="0057002F">
        <w:t xml:space="preserve"> ning</w:t>
      </w:r>
      <w:r w:rsidR="00D628EA" w:rsidRPr="0057002F">
        <w:t xml:space="preserve"> kitsenduste ja</w:t>
      </w:r>
      <w:r w:rsidR="002D0815" w:rsidRPr="0057002F">
        <w:t xml:space="preserve"> </w:t>
      </w:r>
      <w:r w:rsidR="008800D0" w:rsidRPr="0057002F">
        <w:t>servituutide seadmise vajaduse</w:t>
      </w:r>
      <w:r w:rsidR="002D0815" w:rsidRPr="0057002F">
        <w:t xml:space="preserve"> </w:t>
      </w:r>
      <w:r w:rsidR="008800D0" w:rsidRPr="0057002F">
        <w:t>määramine.</w:t>
      </w:r>
      <w:r w:rsidR="001962EE" w:rsidRPr="0057002F">
        <w:t xml:space="preserve"> Juurdepääs planeeringualale on tagatud </w:t>
      </w:r>
      <w:r w:rsidR="008A18A5" w:rsidRPr="0057002F">
        <w:t>Võsu-</w:t>
      </w:r>
      <w:proofErr w:type="spellStart"/>
      <w:r w:rsidR="008A18A5" w:rsidRPr="0057002F">
        <w:t>Lepispea</w:t>
      </w:r>
      <w:proofErr w:type="spellEnd"/>
      <w:r w:rsidR="008A18A5" w:rsidRPr="0057002F">
        <w:t xml:space="preserve"> </w:t>
      </w:r>
      <w:r w:rsidR="001962EE" w:rsidRPr="0057002F">
        <w:t>teelt</w:t>
      </w:r>
      <w:r w:rsidR="00515D4D" w:rsidRPr="0057002F">
        <w:t xml:space="preserve"> (munitsipaalomandis)</w:t>
      </w:r>
      <w:r w:rsidR="001962EE" w:rsidRPr="0057002F">
        <w:t xml:space="preserve">. </w:t>
      </w:r>
    </w:p>
    <w:p w14:paraId="4421CFD5" w14:textId="77777777" w:rsidR="001D4075" w:rsidRPr="0057002F" w:rsidRDefault="001D4075" w:rsidP="00D363DC">
      <w:pPr>
        <w:spacing w:after="0"/>
        <w:jc w:val="both"/>
      </w:pPr>
    </w:p>
    <w:p w14:paraId="02E185F2" w14:textId="64FD1F0D" w:rsidR="001D4075" w:rsidRPr="0057002F" w:rsidRDefault="001D4075" w:rsidP="00D363DC">
      <w:pPr>
        <w:spacing w:after="0"/>
        <w:jc w:val="both"/>
      </w:pPr>
      <w:r w:rsidRPr="0057002F">
        <w:t xml:space="preserve">Detailplaneeringu algatamise </w:t>
      </w:r>
      <w:r w:rsidR="000C368D" w:rsidRPr="0057002F">
        <w:t>lähteseisukohtades on</w:t>
      </w:r>
      <w:r w:rsidRPr="0057002F">
        <w:t xml:space="preserve"> planeeringuala piiri tähistav joonis, kuhu algselt kuulusid </w:t>
      </w:r>
      <w:r w:rsidR="00BC20C2" w:rsidRPr="0057002F">
        <w:t xml:space="preserve">osaliselt </w:t>
      </w:r>
      <w:r w:rsidR="005C209D" w:rsidRPr="0057002F">
        <w:t>Lepalinnu, Vana-</w:t>
      </w:r>
      <w:proofErr w:type="spellStart"/>
      <w:r w:rsidR="005C209D" w:rsidRPr="0057002F">
        <w:t>Lepispäe</w:t>
      </w:r>
      <w:proofErr w:type="spellEnd"/>
      <w:r w:rsidR="005C209D" w:rsidRPr="0057002F">
        <w:t>,</w:t>
      </w:r>
      <w:r w:rsidR="00BC20C2" w:rsidRPr="0057002F">
        <w:t xml:space="preserve"> </w:t>
      </w:r>
      <w:r w:rsidR="00D321F0" w:rsidRPr="0057002F">
        <w:t>Sagadi metskond 64 ja Võsu-</w:t>
      </w:r>
      <w:proofErr w:type="spellStart"/>
      <w:r w:rsidR="00D321F0" w:rsidRPr="0057002F">
        <w:t>Lepispea</w:t>
      </w:r>
      <w:proofErr w:type="spellEnd"/>
      <w:r w:rsidR="00D321F0" w:rsidRPr="0057002F">
        <w:t xml:space="preserve"> tee</w:t>
      </w:r>
      <w:r w:rsidR="00456793" w:rsidRPr="0057002F">
        <w:t xml:space="preserve"> kinnistud</w:t>
      </w:r>
      <w:r w:rsidR="00D321F0" w:rsidRPr="0057002F">
        <w:t xml:space="preserve">. </w:t>
      </w:r>
      <w:r w:rsidR="00456793" w:rsidRPr="0057002F">
        <w:t>Planeeringu eskiislahenduse koostamisel on selgunud, et seoses metsamaa kõlviku paiknemisega algselt kavandatud elamukruntidel</w:t>
      </w:r>
      <w:r w:rsidR="00A80F49">
        <w:t xml:space="preserve"> ja kuhu seetõttu hooneid ehitada ei tohi</w:t>
      </w:r>
      <w:r w:rsidR="00456793" w:rsidRPr="0057002F">
        <w:t xml:space="preserve">, </w:t>
      </w:r>
      <w:r w:rsidR="0022603E" w:rsidRPr="0057002F">
        <w:t>on asjakohane</w:t>
      </w:r>
      <w:r w:rsidR="00456793" w:rsidRPr="0057002F">
        <w:t xml:space="preserve"> planeeringuala vähendada.</w:t>
      </w:r>
      <w:r w:rsidR="00A80F49">
        <w:t xml:space="preserve"> </w:t>
      </w:r>
      <w:r w:rsidR="00A80F49" w:rsidRPr="0057002F">
        <w:t>Planeeringuala suurus detailplaneeringu algatamise korralduse kohaselt</w:t>
      </w:r>
      <w:r w:rsidR="00A80F49">
        <w:t xml:space="preserve"> on</w:t>
      </w:r>
      <w:r w:rsidR="00A80F49" w:rsidRPr="0057002F">
        <w:t xml:space="preserve"> ca 4,0 hektarit.</w:t>
      </w:r>
      <w:r w:rsidR="00A80F49">
        <w:t xml:space="preserve"> Praeguseks</w:t>
      </w:r>
      <w:r w:rsidR="0022603E" w:rsidRPr="0057002F">
        <w:t xml:space="preserve"> </w:t>
      </w:r>
      <w:r w:rsidRPr="0057002F">
        <w:t xml:space="preserve">on detailplaneeringu ala võrreldes algatamise korralduses toodud planeeringualaga </w:t>
      </w:r>
      <w:r w:rsidR="0022603E" w:rsidRPr="0057002F">
        <w:t>vähenenud</w:t>
      </w:r>
      <w:r w:rsidRPr="0057002F">
        <w:t>.</w:t>
      </w:r>
      <w:r w:rsidR="00A80F49">
        <w:t xml:space="preserve"> </w:t>
      </w:r>
    </w:p>
    <w:p w14:paraId="76175D74" w14:textId="77777777" w:rsidR="0071741D" w:rsidRPr="0057002F" w:rsidRDefault="0071741D" w:rsidP="00D363DC">
      <w:pPr>
        <w:spacing w:after="0"/>
        <w:jc w:val="both"/>
      </w:pPr>
    </w:p>
    <w:p w14:paraId="32E644EA" w14:textId="45FDF1D0" w:rsidR="0071741D" w:rsidRPr="0057002F" w:rsidRDefault="0071741D" w:rsidP="0071741D">
      <w:pPr>
        <w:spacing w:after="0"/>
        <w:jc w:val="both"/>
      </w:pPr>
      <w:r w:rsidRPr="0057002F">
        <w:t>Maa-</w:t>
      </w:r>
      <w:r w:rsidR="00DB70A3" w:rsidRPr="0057002F">
        <w:t xml:space="preserve"> ja Ruumi</w:t>
      </w:r>
      <w:r w:rsidRPr="0057002F">
        <w:t xml:space="preserve">ameti </w:t>
      </w:r>
      <w:proofErr w:type="spellStart"/>
      <w:r w:rsidRPr="0057002F">
        <w:t>Geoportaali</w:t>
      </w:r>
      <w:proofErr w:type="spellEnd"/>
      <w:r w:rsidRPr="0057002F">
        <w:t xml:space="preserve"> </w:t>
      </w:r>
      <w:r w:rsidR="00DB70A3" w:rsidRPr="0057002F">
        <w:t>kaardirakenduste andmetel jääb planeeringuala Lahemaa rahvuspargi piiranguvööndisse, Natura 2000 Lahemaa linnualale (RAH0000089) ja Natura 2000 Lahemaa loodusalale (RAH0000601). Planeeringuala</w:t>
      </w:r>
      <w:r w:rsidR="00811862" w:rsidRPr="0057002F">
        <w:t>l</w:t>
      </w:r>
      <w:r w:rsidR="00DB70A3" w:rsidRPr="0057002F">
        <w:t xml:space="preserve"> </w:t>
      </w:r>
      <w:r w:rsidR="00811862" w:rsidRPr="0057002F">
        <w:t>paikne</w:t>
      </w:r>
      <w:r w:rsidR="00643635" w:rsidRPr="0057002F">
        <w:t>vad</w:t>
      </w:r>
      <w:r w:rsidR="00811862" w:rsidRPr="0057002F">
        <w:t xml:space="preserve"> elektriõhuliin alla 1 </w:t>
      </w:r>
      <w:proofErr w:type="spellStart"/>
      <w:r w:rsidR="00811862" w:rsidRPr="0057002F">
        <w:t>kV</w:t>
      </w:r>
      <w:proofErr w:type="spellEnd"/>
      <w:r w:rsidR="00811862" w:rsidRPr="0057002F">
        <w:t>, elektrimaakaabelliinid ja alajaam</w:t>
      </w:r>
      <w:r w:rsidR="00DB70A3" w:rsidRPr="0057002F">
        <w:t>. Planeeringuala jääb kaitstud põhjaveega alale ning kõrge või väga kõrge radooniriskiga alale.</w:t>
      </w:r>
    </w:p>
    <w:p w14:paraId="74285C2D" w14:textId="77777777" w:rsidR="00D22ED4" w:rsidRPr="0057002F" w:rsidRDefault="00D22ED4" w:rsidP="00EA3B1B">
      <w:pPr>
        <w:spacing w:after="0"/>
        <w:jc w:val="both"/>
      </w:pPr>
    </w:p>
    <w:p w14:paraId="788E4123" w14:textId="2AA30158" w:rsidR="00930880" w:rsidRPr="0057002F" w:rsidRDefault="00D22ED4" w:rsidP="00EA3B1B">
      <w:pPr>
        <w:spacing w:after="0"/>
        <w:jc w:val="both"/>
      </w:pPr>
      <w:r w:rsidRPr="0057002F">
        <w:t>Vihula Vallavolikogu 13.08.2003 määrusega nr 19 kehtestatud Vihula valla üldplaneeringu kohaselt asub planeeringuala maakasutuse juhtotstarbe</w:t>
      </w:r>
      <w:r w:rsidR="00365969" w:rsidRPr="0057002F">
        <w:t>t</w:t>
      </w:r>
      <w:r w:rsidRPr="0057002F">
        <w:t>a alal</w:t>
      </w:r>
      <w:r w:rsidR="000C484F">
        <w:t xml:space="preserve"> (nn valgel alal) ja </w:t>
      </w:r>
      <w:r w:rsidR="004A6430" w:rsidRPr="0057002F">
        <w:t>I</w:t>
      </w:r>
      <w:r w:rsidRPr="0057002F">
        <w:t xml:space="preserve"> klassi väärtusliku maastiku alal.</w:t>
      </w:r>
      <w:r w:rsidR="000C484F">
        <w:t xml:space="preserve"> Kuna planeeringuala piirneb ja vahetus läheduses asuvad elamumaa maakasutuse juhtotstarbega alad, siis on Lepalinnu kinnistu puhul tegemist piirkonda sobiva ja üldplaneeringu kohase detailplaneeringuga. Vastavalt üldplaneeringu seletuskirja peatükile </w:t>
      </w:r>
      <w:r w:rsidR="00A95BCC">
        <w:t xml:space="preserve">10 „Ehitamise printsiibid hajaasustuses“ ei tohi valla </w:t>
      </w:r>
      <w:proofErr w:type="spellStart"/>
      <w:r w:rsidR="00A95BCC">
        <w:t>hajaasustusalal</w:t>
      </w:r>
      <w:proofErr w:type="spellEnd"/>
      <w:r w:rsidR="00A95BCC">
        <w:t xml:space="preserve"> ehitada reeglina alla 2000 m</w:t>
      </w:r>
      <w:r w:rsidR="00A95BCC" w:rsidRPr="00A95BCC">
        <w:rPr>
          <w:vertAlign w:val="superscript"/>
        </w:rPr>
        <w:t>2</w:t>
      </w:r>
      <w:r w:rsidR="00A95BCC">
        <w:t xml:space="preserve"> kruntidele (v.a alajaamad jt tehnilised kommunikatsioonid ja paadikuurid). </w:t>
      </w:r>
    </w:p>
    <w:p w14:paraId="033BBB32" w14:textId="77777777" w:rsidR="00EA3B1B" w:rsidRPr="0057002F" w:rsidRDefault="00EA3B1B" w:rsidP="00EA3B1B">
      <w:pPr>
        <w:spacing w:after="0"/>
        <w:jc w:val="both"/>
      </w:pPr>
    </w:p>
    <w:p w14:paraId="17B630C4" w14:textId="2269AF49" w:rsidR="00EA3B1B" w:rsidRPr="0057002F" w:rsidRDefault="00EA3B1B" w:rsidP="00EA3B1B">
      <w:pPr>
        <w:spacing w:after="0"/>
        <w:jc w:val="both"/>
      </w:pPr>
      <w:r w:rsidRPr="0057002F">
        <w:t>Kavandatav tegevus ei kuulu keskkonnamõju hindamise ja keskkonnajuhtimissüsteemi seaduse (</w:t>
      </w:r>
      <w:proofErr w:type="spellStart"/>
      <w:r w:rsidRPr="0057002F">
        <w:t>KeHJS</w:t>
      </w:r>
      <w:proofErr w:type="spellEnd"/>
      <w:r w:rsidRPr="0057002F">
        <w:t xml:space="preserve">) § 6 lõikes 1 nimetatud olulise keskkonnamõjuga tegevuse nimistusse, mille korral on keskkonnamõju strateegilise hindamise (KSH) läbiviimine kohustuslik. Detailplaneeringuga kavandatav tegevus </w:t>
      </w:r>
      <w:r w:rsidR="00517E56" w:rsidRPr="0057002F">
        <w:t>asub</w:t>
      </w:r>
      <w:r w:rsidRPr="0057002F">
        <w:t xml:space="preserve"> Natura 2000 võrgustiku ala</w:t>
      </w:r>
      <w:r w:rsidR="00517E56" w:rsidRPr="0057002F">
        <w:t>l</w:t>
      </w:r>
      <w:r w:rsidRPr="0057002F">
        <w:t xml:space="preserve">. Detailplaneeringu koostamisel, mis eeldatavalt avaldab Natura 2000 võrgustiku alale mõju, tuleb anda eelhinnang ja kaaluda keskkonnamõju strateegilist hindamist, lähtudes </w:t>
      </w:r>
      <w:proofErr w:type="spellStart"/>
      <w:r w:rsidRPr="0057002F">
        <w:t>KeHJS</w:t>
      </w:r>
      <w:proofErr w:type="spellEnd"/>
      <w:r w:rsidRPr="0057002F">
        <w:t xml:space="preserve"> § 33 lõigetes 4 ja 5 sätestatud kriteeriumidest ning § 33 lõike 6 kohaste asjaomaste asutuste seisukohtadest. </w:t>
      </w:r>
    </w:p>
    <w:p w14:paraId="42576004" w14:textId="77777777" w:rsidR="00E8074C" w:rsidRPr="0057002F" w:rsidRDefault="00E8074C" w:rsidP="00EA3B1B">
      <w:pPr>
        <w:spacing w:after="0"/>
        <w:jc w:val="both"/>
      </w:pPr>
    </w:p>
    <w:p w14:paraId="05236F4D" w14:textId="77777777" w:rsidR="00B23E27" w:rsidRPr="0057002F" w:rsidRDefault="00DC5324" w:rsidP="00EA3B1B">
      <w:pPr>
        <w:spacing w:after="0"/>
        <w:jc w:val="both"/>
      </w:pPr>
      <w:r w:rsidRPr="0057002F">
        <w:t>KSH e</w:t>
      </w:r>
      <w:r w:rsidR="00E8074C" w:rsidRPr="0057002F">
        <w:t xml:space="preserve">elhinnangus kaalutakse </w:t>
      </w:r>
      <w:r w:rsidR="00752440" w:rsidRPr="0057002F">
        <w:t>KSH vajalikkust</w:t>
      </w:r>
      <w:r w:rsidR="00E8074C" w:rsidRPr="0057002F">
        <w:t xml:space="preserve"> </w:t>
      </w:r>
      <w:proofErr w:type="spellStart"/>
      <w:r w:rsidR="00E8074C" w:rsidRPr="0057002F">
        <w:t>KeHJS</w:t>
      </w:r>
      <w:proofErr w:type="spellEnd"/>
      <w:r w:rsidR="00E8074C" w:rsidRPr="0057002F">
        <w:t xml:space="preserve"> § 6 lõike 2 punkti 22 ning Vabariigi Valitsuse 29.08.2005 määruse nr 224 „Tegevusvaldkondade, mille korral tuleb anda keskkonnamõju hindamise vajalikkuse eelhinnang, täpsustatud loetelu</w:t>
      </w:r>
      <w:r w:rsidR="006006BF" w:rsidRPr="0057002F">
        <w:rPr>
          <w:vertAlign w:val="superscript"/>
        </w:rPr>
        <w:t>1</w:t>
      </w:r>
      <w:r w:rsidR="00E8074C" w:rsidRPr="0057002F">
        <w:t>” § 15 p</w:t>
      </w:r>
      <w:r w:rsidR="007911AC" w:rsidRPr="0057002F">
        <w:t>unkti</w:t>
      </w:r>
      <w:r w:rsidR="00E8074C" w:rsidRPr="0057002F">
        <w:t xml:space="preserve"> 8 alusel. </w:t>
      </w:r>
    </w:p>
    <w:p w14:paraId="0C07BCC0" w14:textId="77777777" w:rsidR="00B23E27" w:rsidRPr="0057002F" w:rsidRDefault="00B23E27" w:rsidP="00EA3B1B">
      <w:pPr>
        <w:spacing w:after="0"/>
        <w:jc w:val="both"/>
      </w:pPr>
    </w:p>
    <w:p w14:paraId="27282EAD" w14:textId="3B717E51" w:rsidR="00E8074C" w:rsidRPr="0057002F" w:rsidRDefault="00E8074C" w:rsidP="00AF39D0">
      <w:pPr>
        <w:spacing w:after="0"/>
        <w:jc w:val="both"/>
        <w:rPr>
          <w:szCs w:val="24"/>
        </w:rPr>
      </w:pPr>
      <w:r w:rsidRPr="0057002F">
        <w:lastRenderedPageBreak/>
        <w:t>KSH</w:t>
      </w:r>
      <w:r w:rsidR="0004593E" w:rsidRPr="0057002F">
        <w:t xml:space="preserve"> </w:t>
      </w:r>
      <w:r w:rsidRPr="0057002F">
        <w:t>vaja</w:t>
      </w:r>
      <w:r w:rsidR="00752440" w:rsidRPr="0057002F">
        <w:t>likkuse</w:t>
      </w:r>
      <w:r w:rsidRPr="0057002F">
        <w:t xml:space="preserve"> üle otsustamiseks</w:t>
      </w:r>
      <w:r w:rsidR="00AB5996" w:rsidRPr="0057002F">
        <w:t xml:space="preserve"> </w:t>
      </w:r>
      <w:r w:rsidRPr="0057002F">
        <w:t xml:space="preserve">on koostatud </w:t>
      </w:r>
      <w:r w:rsidR="00A82753" w:rsidRPr="0057002F">
        <w:t xml:space="preserve">KSH </w:t>
      </w:r>
      <w:r w:rsidRPr="0057002F">
        <w:t>eelhinnang</w:t>
      </w:r>
      <w:r w:rsidR="00310E64" w:rsidRPr="0057002F">
        <w:t>,</w:t>
      </w:r>
      <w:r w:rsidRPr="0057002F">
        <w:t xml:space="preserve"> arvestades Keskkonnaministeeriumi poolt koostatud juhendmaterjali „Keskkonnamõju strateegilise hindamise käsiraamat 2017”,</w:t>
      </w:r>
      <w:r w:rsidR="00813775" w:rsidRPr="0057002F">
        <w:t xml:space="preserve"> Mittetulundusühing Eesti Keskkonnamõju Hindajate Ühingu </w:t>
      </w:r>
      <w:r w:rsidRPr="0057002F">
        <w:t xml:space="preserve">juhendit „Juhised Natura hindamise läbiviimiseks loodusdirektiivi artikli 6 lõike 3 rakendamisel Eestis“ ning </w:t>
      </w:r>
      <w:r w:rsidR="00A12801" w:rsidRPr="0057002F">
        <w:t>Riin Kutsari koostatud</w:t>
      </w:r>
      <w:r w:rsidR="005B0BF9" w:rsidRPr="0057002F">
        <w:t xml:space="preserve"> ja Keskkonnaministeeriumi poolt täiendatud </w:t>
      </w:r>
      <w:r w:rsidRPr="0057002F">
        <w:t xml:space="preserve">juhendit „KSH eelhindamise juhend otsustaja tasandil, sh Natura eelhindamine“. Koostatud </w:t>
      </w:r>
      <w:r w:rsidR="00D656E9" w:rsidRPr="0057002F">
        <w:t xml:space="preserve">KSH </w:t>
      </w:r>
      <w:r w:rsidRPr="0057002F">
        <w:t xml:space="preserve">eelhinnang on </w:t>
      </w:r>
      <w:r w:rsidR="00D656E9" w:rsidRPr="0057002F">
        <w:t>kättesaadav</w:t>
      </w:r>
      <w:r w:rsidR="00100725" w:rsidRPr="0057002F">
        <w:t xml:space="preserve"> </w:t>
      </w:r>
      <w:r w:rsidRPr="0057002F">
        <w:rPr>
          <w:szCs w:val="24"/>
        </w:rPr>
        <w:t>korralduse lisas.</w:t>
      </w:r>
    </w:p>
    <w:p w14:paraId="52B455AE" w14:textId="77777777" w:rsidR="00657E9C" w:rsidRPr="0057002F" w:rsidRDefault="00657E9C" w:rsidP="00AF39D0">
      <w:pPr>
        <w:spacing w:after="0"/>
        <w:jc w:val="both"/>
        <w:rPr>
          <w:rFonts w:ascii="Times New Roman" w:hAnsi="Times New Roman" w:cs="Times New Roman"/>
          <w:szCs w:val="24"/>
        </w:rPr>
      </w:pPr>
    </w:p>
    <w:p w14:paraId="652763A1" w14:textId="73BE6672" w:rsidR="00277298" w:rsidRPr="0057002F" w:rsidRDefault="00516256" w:rsidP="00AF39D0">
      <w:pPr>
        <w:spacing w:after="0"/>
        <w:jc w:val="both"/>
        <w:rPr>
          <w:szCs w:val="24"/>
        </w:rPr>
      </w:pPr>
      <w:r w:rsidRPr="0057002F">
        <w:rPr>
          <w:szCs w:val="24"/>
        </w:rPr>
        <w:t>Eelhinnangu kohaselt ei ole KSH läbiviimine detailplaneeringu koostamisel vajalik alljärgnevatel põhjustel:</w:t>
      </w:r>
    </w:p>
    <w:p w14:paraId="4B205D5E" w14:textId="77777777" w:rsidR="00B103CF" w:rsidRPr="0057002F" w:rsidRDefault="00B103CF" w:rsidP="00AF39D0">
      <w:pPr>
        <w:spacing w:after="0"/>
        <w:jc w:val="both"/>
        <w:rPr>
          <w:szCs w:val="24"/>
        </w:rPr>
      </w:pPr>
    </w:p>
    <w:p w14:paraId="6FDF5268" w14:textId="5BC98AB7" w:rsidR="00AF39D0" w:rsidRPr="00A95BCC" w:rsidRDefault="00AF39D0" w:rsidP="00A95BCC">
      <w:pPr>
        <w:pStyle w:val="Loendilik"/>
        <w:numPr>
          <w:ilvl w:val="0"/>
          <w:numId w:val="3"/>
        </w:numPr>
        <w:jc w:val="both"/>
        <w:rPr>
          <w:bCs/>
          <w:szCs w:val="24"/>
        </w:rPr>
      </w:pPr>
      <w:r w:rsidRPr="00A95BCC">
        <w:rPr>
          <w:bCs/>
          <w:szCs w:val="24"/>
        </w:rPr>
        <w:t xml:space="preserve">Võsu alevikus Lepalinnu kinnistul kavandatud planeeringu elluviimine ei avaldada olulist keskkonnamõju ega põhjusta keskkonnas pöördumatuid muudatusi. Piirkond asub uues külaosas ja on osaliselt väljakujunenud elamupiirkond. Planeeringu kehtestamisel laiendatakse olemasolevat hoonestatud piirkonda. </w:t>
      </w:r>
    </w:p>
    <w:p w14:paraId="656945E8" w14:textId="77777777" w:rsidR="00AF39D0" w:rsidRPr="00AF39D0" w:rsidRDefault="00AF39D0" w:rsidP="00AF39D0">
      <w:pPr>
        <w:pStyle w:val="Loendilik"/>
        <w:numPr>
          <w:ilvl w:val="0"/>
          <w:numId w:val="3"/>
        </w:numPr>
        <w:jc w:val="both"/>
        <w:rPr>
          <w:bCs/>
          <w:szCs w:val="24"/>
        </w:rPr>
      </w:pPr>
      <w:r w:rsidRPr="00AF39D0">
        <w:rPr>
          <w:bCs/>
          <w:szCs w:val="24"/>
        </w:rPr>
        <w:t xml:space="preserve">Planeering on kooskõlas teiste strateegiliste planeerimisdokumentidega nagu                Lääne-Viru maakonnaplaneering 2030+ ja Lahemaa rahvuspargi kaitse-eeskiri. Tegevused ei ole vastuolus kaitse-eesmärkidega ega ohusta eeldatavalt kaitsealade olemasolevat seisundit. Planeeringus kavandatav tegevus ei põhjusta looduskeskkonna vastupanuvõime ega loodusvarade taastumisvõime ületamist.  </w:t>
      </w:r>
    </w:p>
    <w:p w14:paraId="12ABC54D" w14:textId="77777777" w:rsidR="00AF39D0" w:rsidRPr="00AF39D0" w:rsidRDefault="00AF39D0" w:rsidP="00AF39D0">
      <w:pPr>
        <w:pStyle w:val="Loendilik"/>
        <w:numPr>
          <w:ilvl w:val="0"/>
          <w:numId w:val="3"/>
        </w:numPr>
        <w:spacing w:after="0"/>
        <w:jc w:val="both"/>
        <w:rPr>
          <w:bCs/>
          <w:szCs w:val="24"/>
        </w:rPr>
      </w:pPr>
      <w:r w:rsidRPr="00AF39D0">
        <w:rPr>
          <w:bCs/>
          <w:szCs w:val="24"/>
        </w:rPr>
        <w:t>Kõigi seadusandlusest ja kaitse-eeskirjadest tulenevate nõuete ja kaitseala valitseja ettekirjutuste täitmisel ei ole olulist ebasoodsat mõju Natura 2000 võrgustiku alale.</w:t>
      </w:r>
    </w:p>
    <w:p w14:paraId="62BCE3A7" w14:textId="77777777" w:rsidR="00AF39D0" w:rsidRPr="00AF39D0" w:rsidRDefault="00AF39D0" w:rsidP="00AF39D0">
      <w:pPr>
        <w:pStyle w:val="Loendilik"/>
        <w:numPr>
          <w:ilvl w:val="0"/>
          <w:numId w:val="3"/>
        </w:numPr>
        <w:jc w:val="both"/>
        <w:rPr>
          <w:bCs/>
          <w:szCs w:val="24"/>
        </w:rPr>
      </w:pPr>
      <w:r w:rsidRPr="00AF39D0">
        <w:rPr>
          <w:bCs/>
          <w:szCs w:val="24"/>
        </w:rPr>
        <w:t>Planeeringualal ei ole tuvastatud keskkonda saastavaid objekte ega jääkreostust, samuti ei kaasne olulist mõju veekeskkonnale. Ei kaasne olulist mõju põhja- ja pinnaveele.</w:t>
      </w:r>
    </w:p>
    <w:p w14:paraId="03765EDB" w14:textId="77777777" w:rsidR="00AF39D0" w:rsidRPr="00AF39D0" w:rsidRDefault="00AF39D0" w:rsidP="00AF39D0">
      <w:pPr>
        <w:pStyle w:val="Loendilik"/>
        <w:numPr>
          <w:ilvl w:val="0"/>
          <w:numId w:val="3"/>
        </w:numPr>
        <w:jc w:val="both"/>
        <w:rPr>
          <w:bCs/>
          <w:szCs w:val="24"/>
        </w:rPr>
      </w:pPr>
      <w:r w:rsidRPr="00AF39D0">
        <w:rPr>
          <w:bCs/>
          <w:szCs w:val="24"/>
        </w:rPr>
        <w:t xml:space="preserve">Detailplaneeringuga ei kavandata eeldatavalt olulise keskkonnamõjuga tegevust, sh näiteks tootmist ega muud tegevust, millega kaasneks keskkonnaseisundi või looduslike alade kahjustumist. Tegevusega kaasnevad võimalikud mõjud on ehitusaegsed, nende ulatus piirneb peamiselt planeeringualaga ning avariiolukordade esinemise tõenäosus on väike, kui detailplaneeringu elluviimisel arvestatakse detailplaneeringu tingimusi ning õigusaktide nõudeid. </w:t>
      </w:r>
    </w:p>
    <w:p w14:paraId="6F219B39" w14:textId="77777777" w:rsidR="00AF39D0" w:rsidRPr="00AF39D0" w:rsidRDefault="00AF39D0" w:rsidP="00AF39D0">
      <w:pPr>
        <w:pStyle w:val="Loendilik"/>
        <w:numPr>
          <w:ilvl w:val="0"/>
          <w:numId w:val="3"/>
        </w:numPr>
        <w:jc w:val="both"/>
        <w:rPr>
          <w:bCs/>
          <w:szCs w:val="24"/>
        </w:rPr>
      </w:pPr>
      <w:r w:rsidRPr="00AF39D0">
        <w:rPr>
          <w:bCs/>
          <w:szCs w:val="24"/>
        </w:rPr>
        <w:t xml:space="preserve">Lähtudes planeeringuala ja selle lähiümbruse keskkonnatingimustest ja maakasutusest, ei põhjusta maa-ala planeerimine olulist negatiivset keskkonnamõju. Sealhulgas vee, pinnase, õhu saastatust, olulist jäätmetekke või mürataseme suurenemist. </w:t>
      </w:r>
    </w:p>
    <w:p w14:paraId="774CC53A" w14:textId="77777777" w:rsidR="00AF39D0" w:rsidRPr="00AF39D0" w:rsidRDefault="00AF39D0" w:rsidP="00AF39D0">
      <w:pPr>
        <w:pStyle w:val="Loendilik"/>
        <w:numPr>
          <w:ilvl w:val="0"/>
          <w:numId w:val="3"/>
        </w:numPr>
        <w:jc w:val="both"/>
        <w:rPr>
          <w:bCs/>
          <w:szCs w:val="24"/>
        </w:rPr>
      </w:pPr>
      <w:r w:rsidRPr="00AF39D0">
        <w:rPr>
          <w:bCs/>
          <w:szCs w:val="24"/>
        </w:rPr>
        <w:t>Tegevustega ei ohustata kultuurimälestisi ja pärandkultuuriobjekte.</w:t>
      </w:r>
    </w:p>
    <w:p w14:paraId="57373516" w14:textId="77777777" w:rsidR="00AF39D0" w:rsidRPr="00AF39D0" w:rsidRDefault="00AF39D0" w:rsidP="00AF39D0">
      <w:pPr>
        <w:pStyle w:val="Loendilik"/>
        <w:numPr>
          <w:ilvl w:val="0"/>
          <w:numId w:val="3"/>
        </w:numPr>
        <w:jc w:val="both"/>
        <w:rPr>
          <w:bCs/>
          <w:szCs w:val="24"/>
        </w:rPr>
      </w:pPr>
      <w:r w:rsidRPr="00AF39D0">
        <w:rPr>
          <w:bCs/>
          <w:szCs w:val="24"/>
        </w:rPr>
        <w:t xml:space="preserve">Kavandatav tegevus ei põhjusta sotsiaalmajanduslikku, kumulatiivset, ega piiriülest mõju. </w:t>
      </w:r>
    </w:p>
    <w:p w14:paraId="7BFC5FEF" w14:textId="77777777" w:rsidR="00AF39D0" w:rsidRPr="00AF39D0" w:rsidRDefault="00AF39D0" w:rsidP="00AF39D0">
      <w:pPr>
        <w:pStyle w:val="Loendilik"/>
        <w:numPr>
          <w:ilvl w:val="0"/>
          <w:numId w:val="3"/>
        </w:numPr>
        <w:jc w:val="both"/>
        <w:rPr>
          <w:bCs/>
          <w:szCs w:val="24"/>
        </w:rPr>
      </w:pPr>
      <w:r w:rsidRPr="00AF39D0">
        <w:rPr>
          <w:bCs/>
          <w:szCs w:val="24"/>
        </w:rPr>
        <w:t>Detailplaneeringus kavandatav tegevus ei kahjusta inimese tervist, heaolu ega vara, sest planeeritava tegevusega ei kaasne olulist liikluskoormuse, õhusaaste  ega  müratasemete suurenemist.</w:t>
      </w:r>
    </w:p>
    <w:p w14:paraId="459A33E5" w14:textId="77777777" w:rsidR="00AD34F4" w:rsidRPr="0057002F" w:rsidRDefault="00AD34F4" w:rsidP="00B26455">
      <w:pPr>
        <w:pStyle w:val="Loendilik"/>
        <w:spacing w:after="0"/>
        <w:jc w:val="both"/>
        <w:rPr>
          <w:szCs w:val="24"/>
        </w:rPr>
      </w:pPr>
    </w:p>
    <w:p w14:paraId="62A7EE69" w14:textId="71A716A6" w:rsidR="006A01A0" w:rsidRPr="0057002F" w:rsidRDefault="00A74D1D" w:rsidP="00B26455">
      <w:pPr>
        <w:spacing w:after="0"/>
        <w:jc w:val="both"/>
        <w:rPr>
          <w:color w:val="000000" w:themeColor="text1"/>
          <w:szCs w:val="24"/>
        </w:rPr>
      </w:pPr>
      <w:r w:rsidRPr="0057002F">
        <w:rPr>
          <w:color w:val="000000" w:themeColor="text1"/>
          <w:szCs w:val="24"/>
        </w:rPr>
        <w:t>KSH e</w:t>
      </w:r>
      <w:r w:rsidR="006A01A0" w:rsidRPr="0057002F">
        <w:rPr>
          <w:color w:val="000000" w:themeColor="text1"/>
          <w:szCs w:val="24"/>
        </w:rPr>
        <w:t>elhinnangu käigus jõuti järeldusele, et arvestades hetkel teadaolevat informatsiooni kavandatava tegevuse kohta</w:t>
      </w:r>
      <w:r w:rsidR="001061AC" w:rsidRPr="0057002F">
        <w:rPr>
          <w:color w:val="000000" w:themeColor="text1"/>
          <w:szCs w:val="24"/>
        </w:rPr>
        <w:t xml:space="preserve">, ei ole </w:t>
      </w:r>
      <w:r w:rsidR="000C781B" w:rsidRPr="0057002F">
        <w:rPr>
          <w:color w:val="000000" w:themeColor="text1"/>
          <w:szCs w:val="24"/>
        </w:rPr>
        <w:t>selle realiseerimisel alust eeldada olulise ebasoodsa keskkonnamõju kaasnemist</w:t>
      </w:r>
      <w:r w:rsidR="0045055A" w:rsidRPr="0057002F">
        <w:rPr>
          <w:color w:val="000000" w:themeColor="text1"/>
          <w:szCs w:val="24"/>
        </w:rPr>
        <w:t xml:space="preserve"> ja detailplaneeri</w:t>
      </w:r>
      <w:r w:rsidR="009735E0" w:rsidRPr="0057002F">
        <w:rPr>
          <w:color w:val="000000" w:themeColor="text1"/>
          <w:szCs w:val="24"/>
        </w:rPr>
        <w:t xml:space="preserve">ngu läbiviimiseks keskkonnamõju strateegilise hindamise algatamine ei ole vajalik. </w:t>
      </w:r>
      <w:r w:rsidR="006A01A0" w:rsidRPr="0057002F">
        <w:rPr>
          <w:color w:val="000000" w:themeColor="text1"/>
          <w:szCs w:val="24"/>
        </w:rPr>
        <w:t>Keskkonnatingimustega arvestamine on võimalik planeerimisseaduse § 126 lõike 1 punkti 12 kohaselt detailplaneeringu menetluse käigus.</w:t>
      </w:r>
    </w:p>
    <w:p w14:paraId="1485193E" w14:textId="5552151A" w:rsidR="00657E9C" w:rsidRPr="0057002F" w:rsidRDefault="00657E9C" w:rsidP="00657E9C">
      <w:pPr>
        <w:spacing w:after="0"/>
        <w:jc w:val="both"/>
      </w:pPr>
    </w:p>
    <w:p w14:paraId="5DF0C338" w14:textId="5094ED1A" w:rsidR="00E24318" w:rsidRPr="0057002F" w:rsidRDefault="009A3B71" w:rsidP="00C754E1">
      <w:pPr>
        <w:spacing w:after="0"/>
        <w:jc w:val="both"/>
      </w:pPr>
      <w:proofErr w:type="spellStart"/>
      <w:r w:rsidRPr="0057002F">
        <w:t>KeHJS</w:t>
      </w:r>
      <w:proofErr w:type="spellEnd"/>
      <w:r w:rsidRPr="0057002F">
        <w:t xml:space="preserve"> § 33 lõike 6 järgi tuleb KSH vajalikkuse üle otsustamisel enne otsuse tegemist küsida seisukohta Keskkonnaametilt ja kõigilt teistelt asutustelt, keda strateegilise planeerimisdokumendi rakendamisega eeldatavalt kaasnev keskkonnamõju tõenäoliselt puudutab.</w:t>
      </w:r>
      <w:r w:rsidR="00272BB4" w:rsidRPr="0057002F">
        <w:t xml:space="preserve"> </w:t>
      </w:r>
      <w:r w:rsidRPr="0057002F">
        <w:t>Sellest tulenevalt</w:t>
      </w:r>
      <w:r w:rsidR="00C754E1" w:rsidRPr="0057002F">
        <w:t xml:space="preserve"> esitas Haljala Vallavalitsus </w:t>
      </w:r>
      <w:r w:rsidR="00FA29F5" w:rsidRPr="0057002F">
        <w:t>2</w:t>
      </w:r>
      <w:r w:rsidR="00405EFC" w:rsidRPr="0057002F">
        <w:t>8</w:t>
      </w:r>
      <w:r w:rsidR="00CA3A52" w:rsidRPr="0057002F">
        <w:t>.</w:t>
      </w:r>
      <w:r w:rsidR="00C21D9B" w:rsidRPr="0057002F">
        <w:t>0</w:t>
      </w:r>
      <w:r w:rsidR="00FA29F5" w:rsidRPr="0057002F">
        <w:t>7</w:t>
      </w:r>
      <w:r w:rsidR="00CA3A52" w:rsidRPr="0057002F">
        <w:t>.202</w:t>
      </w:r>
      <w:r w:rsidR="00FA29F5" w:rsidRPr="0057002F">
        <w:t>5</w:t>
      </w:r>
      <w:r w:rsidR="00C754E1" w:rsidRPr="0057002F">
        <w:t xml:space="preserve"> kirjaga </w:t>
      </w:r>
      <w:r w:rsidR="00C754E1" w:rsidRPr="0057002F">
        <w:rPr>
          <w:color w:val="000000" w:themeColor="text1"/>
        </w:rPr>
        <w:t>nr 7-1/</w:t>
      </w:r>
      <w:r w:rsidR="00343F43" w:rsidRPr="0057002F">
        <w:rPr>
          <w:color w:val="000000" w:themeColor="text1"/>
        </w:rPr>
        <w:t xml:space="preserve">70-18 </w:t>
      </w:r>
      <w:r w:rsidR="00C754E1" w:rsidRPr="0057002F">
        <w:rPr>
          <w:color w:val="000000" w:themeColor="text1"/>
        </w:rPr>
        <w:t xml:space="preserve">KSH </w:t>
      </w:r>
      <w:r w:rsidR="00C754E1" w:rsidRPr="0057002F">
        <w:lastRenderedPageBreak/>
        <w:t xml:space="preserve">algatamata jätmise </w:t>
      </w:r>
      <w:r w:rsidR="00E24318" w:rsidRPr="0057002F">
        <w:t>korralduse</w:t>
      </w:r>
      <w:r w:rsidR="00C754E1" w:rsidRPr="0057002F">
        <w:t xml:space="preserve"> eelnõu </w:t>
      </w:r>
      <w:r w:rsidR="00C65B52" w:rsidRPr="0057002F">
        <w:t xml:space="preserve">ja KSH eelhinnangu </w:t>
      </w:r>
      <w:r w:rsidR="00C754E1" w:rsidRPr="0057002F">
        <w:t xml:space="preserve">seisukoha </w:t>
      </w:r>
      <w:r w:rsidR="00183BA3" w:rsidRPr="0057002F">
        <w:t>võtmiseks</w:t>
      </w:r>
      <w:r w:rsidR="00C754E1" w:rsidRPr="0057002F">
        <w:t xml:space="preserve"> Keskkonnaametile</w:t>
      </w:r>
      <w:r w:rsidR="00C21D9B" w:rsidRPr="0057002F">
        <w:t>,</w:t>
      </w:r>
      <w:r w:rsidR="00E24318" w:rsidRPr="0057002F">
        <w:t xml:space="preserve"> Päästeametile</w:t>
      </w:r>
      <w:r w:rsidR="00C21D9B" w:rsidRPr="0057002F">
        <w:t xml:space="preserve"> ja Riigimetsa Majandamise Keskusele</w:t>
      </w:r>
      <w:r w:rsidR="00C754E1" w:rsidRPr="0057002F">
        <w:t xml:space="preserve">. </w:t>
      </w:r>
    </w:p>
    <w:p w14:paraId="6ADF5FB8" w14:textId="77777777" w:rsidR="00A07F49" w:rsidRPr="0057002F" w:rsidRDefault="00A07F49" w:rsidP="00C754E1">
      <w:pPr>
        <w:spacing w:after="0"/>
        <w:jc w:val="both"/>
      </w:pPr>
    </w:p>
    <w:p w14:paraId="49005BCA" w14:textId="531A4C88" w:rsidR="00C754E1" w:rsidRPr="0057002F" w:rsidRDefault="00C754E1" w:rsidP="00C754E1">
      <w:pPr>
        <w:spacing w:after="0"/>
        <w:jc w:val="both"/>
      </w:pPr>
      <w:r w:rsidRPr="0057002F">
        <w:t xml:space="preserve">Keskkonnaamet </w:t>
      </w:r>
      <w:r w:rsidR="00CC75C2" w:rsidRPr="0057002F">
        <w:t xml:space="preserve">esitas </w:t>
      </w:r>
      <w:r w:rsidR="00883D33" w:rsidRPr="0057002F">
        <w:t>…</w:t>
      </w:r>
      <w:r w:rsidR="008B5EC5" w:rsidRPr="0057002F">
        <w:t xml:space="preserve"> </w:t>
      </w:r>
    </w:p>
    <w:p w14:paraId="1E3B4295" w14:textId="77777777" w:rsidR="008B5EC5" w:rsidRPr="0057002F" w:rsidRDefault="008B5EC5" w:rsidP="00C754E1">
      <w:pPr>
        <w:spacing w:after="0"/>
        <w:jc w:val="both"/>
      </w:pPr>
    </w:p>
    <w:p w14:paraId="64275B0E" w14:textId="46C8A6A7" w:rsidR="00AB6B9D" w:rsidRPr="0057002F" w:rsidRDefault="00E24318" w:rsidP="00C754E1">
      <w:pPr>
        <w:spacing w:after="0"/>
        <w:jc w:val="both"/>
      </w:pPr>
      <w:r w:rsidRPr="0057002F">
        <w:t>Päästeamet</w:t>
      </w:r>
      <w:r w:rsidR="007E1E2A" w:rsidRPr="0057002F">
        <w:t xml:space="preserve"> esitas</w:t>
      </w:r>
      <w:r w:rsidR="004B4FB1" w:rsidRPr="0057002F">
        <w:t xml:space="preserve"> </w:t>
      </w:r>
      <w:r w:rsidR="00883D33" w:rsidRPr="0057002F">
        <w:t>…</w:t>
      </w:r>
      <w:r w:rsidR="001D5FD7" w:rsidRPr="0057002F">
        <w:t xml:space="preserve"> </w:t>
      </w:r>
    </w:p>
    <w:p w14:paraId="67DA1E6E" w14:textId="77777777" w:rsidR="008B5EC5" w:rsidRPr="0057002F" w:rsidRDefault="008B5EC5" w:rsidP="00C754E1">
      <w:pPr>
        <w:spacing w:after="0"/>
        <w:jc w:val="both"/>
      </w:pPr>
    </w:p>
    <w:p w14:paraId="3ED06510" w14:textId="62D8A4D7" w:rsidR="00AB6B9D" w:rsidRPr="0057002F" w:rsidRDefault="00AB6B9D" w:rsidP="00C754E1">
      <w:pPr>
        <w:spacing w:after="0"/>
        <w:jc w:val="both"/>
      </w:pPr>
      <w:r w:rsidRPr="0057002F">
        <w:t xml:space="preserve">Riigimetsa Majandamise Keskus </w:t>
      </w:r>
      <w:r w:rsidR="00027970" w:rsidRPr="0057002F">
        <w:t>esitas …</w:t>
      </w:r>
    </w:p>
    <w:p w14:paraId="507DB948" w14:textId="77777777" w:rsidR="00C66A10" w:rsidRPr="0057002F" w:rsidRDefault="00C66A10" w:rsidP="00C754E1">
      <w:pPr>
        <w:spacing w:after="0"/>
        <w:jc w:val="both"/>
      </w:pPr>
    </w:p>
    <w:p w14:paraId="76384FD3" w14:textId="4545B201" w:rsidR="00C630F2" w:rsidRPr="0057002F" w:rsidRDefault="00C630F2" w:rsidP="00C754E1">
      <w:pPr>
        <w:spacing w:after="0"/>
        <w:jc w:val="both"/>
      </w:pPr>
      <w:r w:rsidRPr="0057002F">
        <w:t>Haljala Vallavalitsus nõustub KSH eelhinnangus toodud põhjendustega ning leiab, et antud juhul ei ole KSH läbiviimine vajalik.</w:t>
      </w:r>
      <w:r w:rsidR="00C66A10" w:rsidRPr="0057002F">
        <w:t xml:space="preserve"> Vastavalt PlanS § 126 lõike 1 punktile 12 on võimalik detailplaneeringu koostamise käigus seada vajalikud keskkonnatingimusi tagavad nõuded.</w:t>
      </w:r>
    </w:p>
    <w:p w14:paraId="635F85BC" w14:textId="77777777" w:rsidR="00C630F2" w:rsidRPr="0057002F" w:rsidRDefault="00C630F2" w:rsidP="00C754E1">
      <w:pPr>
        <w:spacing w:after="0"/>
        <w:jc w:val="both"/>
      </w:pPr>
    </w:p>
    <w:p w14:paraId="568A85F3" w14:textId="2CE0D519" w:rsidR="00DC5324" w:rsidRPr="0057002F" w:rsidRDefault="00DC5324" w:rsidP="00DC5324">
      <w:pPr>
        <w:spacing w:after="0"/>
        <w:jc w:val="both"/>
      </w:pPr>
      <w:r w:rsidRPr="0057002F">
        <w:t xml:space="preserve">Detailplaneeringu koostamise algataja, koostamise korraldaja ja kehtestaja on Haljala Vallavalitsus (Tallinna mnt 13, Haljala alevik, Haljala vald, e-post: </w:t>
      </w:r>
      <w:hyperlink r:id="rId7" w:history="1">
        <w:r w:rsidRPr="0057002F">
          <w:rPr>
            <w:rStyle w:val="Hperlink"/>
          </w:rPr>
          <w:t>haljala@haljala.ee</w:t>
        </w:r>
      </w:hyperlink>
      <w:r w:rsidRPr="0057002F">
        <w:t xml:space="preserve">). </w:t>
      </w:r>
      <w:r w:rsidRPr="0057002F">
        <w:rPr>
          <w:rFonts w:ascii="Times New Roman" w:hAnsi="Times New Roman" w:cs="Times New Roman"/>
          <w:szCs w:val="24"/>
        </w:rPr>
        <w:t>Detailplaneeringu koostaja on</w:t>
      </w:r>
      <w:r w:rsidR="004406F7" w:rsidRPr="0057002F">
        <w:rPr>
          <w:rFonts w:ascii="Times New Roman" w:hAnsi="Times New Roman" w:cs="Times New Roman"/>
          <w:szCs w:val="24"/>
        </w:rPr>
        <w:t xml:space="preserve"> Osaühing Projekteerimiskeskus (Suuresoo/1, Saksi küla, Tapa vald, e-post: </w:t>
      </w:r>
      <w:hyperlink r:id="rId8" w:history="1">
        <w:r w:rsidR="004406F7" w:rsidRPr="0057002F">
          <w:rPr>
            <w:rStyle w:val="Hperlink"/>
            <w:rFonts w:ascii="Times New Roman" w:hAnsi="Times New Roman" w:cs="Times New Roman"/>
            <w:szCs w:val="24"/>
          </w:rPr>
          <w:t>projekteerimiskeskus@gmail.com</w:t>
        </w:r>
      </w:hyperlink>
      <w:r w:rsidR="004406F7" w:rsidRPr="0057002F">
        <w:rPr>
          <w:rFonts w:ascii="Times New Roman" w:hAnsi="Times New Roman" w:cs="Times New Roman"/>
          <w:szCs w:val="24"/>
        </w:rPr>
        <w:t xml:space="preserve">). </w:t>
      </w:r>
      <w:r w:rsidRPr="0057002F">
        <w:rPr>
          <w:rFonts w:ascii="Times New Roman" w:hAnsi="Times New Roman" w:cs="Times New Roman"/>
          <w:szCs w:val="24"/>
        </w:rPr>
        <w:t xml:space="preserve">Keskkonnamõju strateegilise hindamise eelhinnangu koostas Haljala Vallavalitsuse ehitus- ja keskkonnateenistus. </w:t>
      </w:r>
    </w:p>
    <w:p w14:paraId="242DDA33" w14:textId="77777777" w:rsidR="00DC5324" w:rsidRPr="0057002F" w:rsidRDefault="00DC5324" w:rsidP="00C754E1">
      <w:pPr>
        <w:spacing w:after="0"/>
        <w:jc w:val="both"/>
      </w:pPr>
    </w:p>
    <w:p w14:paraId="41C9F784" w14:textId="36E6A64A" w:rsidR="00C630F2" w:rsidRPr="0057002F" w:rsidRDefault="00D36FE1" w:rsidP="00176D89">
      <w:pPr>
        <w:spacing w:after="0"/>
        <w:jc w:val="both"/>
      </w:pPr>
      <w:r w:rsidRPr="0057002F">
        <w:t>Tuleneval</w:t>
      </w:r>
      <w:r w:rsidR="00C630F2" w:rsidRPr="0057002F">
        <w:t>t eeltoodust</w:t>
      </w:r>
      <w:r w:rsidRPr="0057002F">
        <w:t xml:space="preserve"> </w:t>
      </w:r>
      <w:r w:rsidR="0087537D" w:rsidRPr="0057002F">
        <w:t>ning kohaliku omavalitsuse korralduse seaduse § 6 lõikest 1 ja § 30 lõike 1 punktist 2</w:t>
      </w:r>
      <w:r w:rsidR="00FA408C" w:rsidRPr="0057002F">
        <w:t xml:space="preserve">, </w:t>
      </w:r>
      <w:r w:rsidR="00C754E1" w:rsidRPr="0057002F">
        <w:t>planeerimisseaduse</w:t>
      </w:r>
      <w:r w:rsidR="008270EB" w:rsidRPr="0057002F">
        <w:t xml:space="preserve"> </w:t>
      </w:r>
      <w:r w:rsidR="00C754E1" w:rsidRPr="0057002F">
        <w:t>§ 124 lõike</w:t>
      </w:r>
      <w:r w:rsidR="00FA67DE" w:rsidRPr="0057002F">
        <w:t>st</w:t>
      </w:r>
      <w:r w:rsidR="00C754E1" w:rsidRPr="0057002F">
        <w:t xml:space="preserve"> 6, keskkonnamõju hindamise ja keskkonnajuhtimissüsteemi seaduse § 6 lõike 2 </w:t>
      </w:r>
      <w:r w:rsidR="00924958" w:rsidRPr="0057002F">
        <w:t>punkti</w:t>
      </w:r>
      <w:r w:rsidR="00722FFD" w:rsidRPr="0057002F">
        <w:t>st</w:t>
      </w:r>
      <w:r w:rsidR="00924958" w:rsidRPr="0057002F">
        <w:t xml:space="preserve"> </w:t>
      </w:r>
      <w:r w:rsidR="00C754E1" w:rsidRPr="0057002F">
        <w:t xml:space="preserve">22, </w:t>
      </w:r>
      <w:r w:rsidR="000E3714" w:rsidRPr="0057002F">
        <w:t xml:space="preserve">§ 33 lõike 2 punktist 4, </w:t>
      </w:r>
      <w:r w:rsidR="00C754E1" w:rsidRPr="0057002F">
        <w:t>§ 33 lõi</w:t>
      </w:r>
      <w:r w:rsidR="00FA67DE" w:rsidRPr="0057002F">
        <w:t>getest</w:t>
      </w:r>
      <w:r w:rsidR="00C754E1" w:rsidRPr="0057002F">
        <w:t xml:space="preserve"> </w:t>
      </w:r>
      <w:r w:rsidR="00DF047A" w:rsidRPr="0057002F">
        <w:t>3</w:t>
      </w:r>
      <w:r w:rsidR="00C630F2" w:rsidRPr="0057002F">
        <w:t>-</w:t>
      </w:r>
      <w:r w:rsidR="00C754E1" w:rsidRPr="0057002F">
        <w:t>6</w:t>
      </w:r>
      <w:r w:rsidR="000252C5" w:rsidRPr="0057002F">
        <w:t>, § 35 lõikest 5</w:t>
      </w:r>
      <w:r w:rsidR="00C630F2" w:rsidRPr="0057002F">
        <w:t xml:space="preserve"> ning</w:t>
      </w:r>
      <w:r w:rsidR="00C754E1" w:rsidRPr="0057002F">
        <w:t xml:space="preserve"> Vabariigi Valitsuse 29.08.2005 määruse nr 224 </w:t>
      </w:r>
      <w:r w:rsidR="00C630F2" w:rsidRPr="0057002F">
        <w:t>„Tegevusvaldkondade, mille korral tuleb anda</w:t>
      </w:r>
      <w:r w:rsidR="00B103CF" w:rsidRPr="0057002F">
        <w:t xml:space="preserve"> </w:t>
      </w:r>
      <w:r w:rsidR="00C630F2" w:rsidRPr="0057002F">
        <w:t>keskkonnamõju hindamise vajalikkuse eelhinnang, täpsustatud loetelu</w:t>
      </w:r>
      <w:r w:rsidR="00C630F2" w:rsidRPr="0057002F">
        <w:rPr>
          <w:vertAlign w:val="superscript"/>
        </w:rPr>
        <w:t>1</w:t>
      </w:r>
      <w:r w:rsidR="00C630F2" w:rsidRPr="0057002F">
        <w:t xml:space="preserve">“ </w:t>
      </w:r>
      <w:r w:rsidR="00C754E1" w:rsidRPr="0057002F">
        <w:t>§ 1</w:t>
      </w:r>
      <w:r w:rsidR="00C62002" w:rsidRPr="0057002F">
        <w:t>5 punkti</w:t>
      </w:r>
      <w:r w:rsidR="002C55E5" w:rsidRPr="0057002F">
        <w:t>st</w:t>
      </w:r>
      <w:r w:rsidR="00C62002" w:rsidRPr="0057002F">
        <w:t xml:space="preserve"> 8</w:t>
      </w:r>
      <w:r w:rsidR="00C630F2" w:rsidRPr="0057002F">
        <w:t xml:space="preserve"> ning võttes arvesse korralduse lisas olevat KSH eelhinnangut:</w:t>
      </w:r>
    </w:p>
    <w:p w14:paraId="1A7914EA" w14:textId="322423C2" w:rsidR="00C630F2" w:rsidRPr="0057002F" w:rsidRDefault="00C630F2" w:rsidP="00176D89">
      <w:pPr>
        <w:spacing w:after="0"/>
        <w:jc w:val="both"/>
      </w:pPr>
    </w:p>
    <w:p w14:paraId="41570306" w14:textId="25EF04DB" w:rsidR="00C630F2" w:rsidRPr="0057002F" w:rsidRDefault="004F643E" w:rsidP="004C6690">
      <w:pPr>
        <w:spacing w:after="0"/>
        <w:jc w:val="both"/>
        <w:rPr>
          <w:szCs w:val="24"/>
        </w:rPr>
      </w:pPr>
      <w:r w:rsidRPr="0057002F">
        <w:rPr>
          <w:szCs w:val="24"/>
        </w:rPr>
        <w:t xml:space="preserve">1. </w:t>
      </w:r>
      <w:r w:rsidR="00C630F2" w:rsidRPr="0057002F">
        <w:rPr>
          <w:szCs w:val="24"/>
        </w:rPr>
        <w:t xml:space="preserve">Jätta algatamata </w:t>
      </w:r>
      <w:r w:rsidR="0042672D" w:rsidRPr="0057002F">
        <w:rPr>
          <w:szCs w:val="24"/>
        </w:rPr>
        <w:t xml:space="preserve">Võsu alevikus </w:t>
      </w:r>
      <w:r w:rsidR="00405EFC" w:rsidRPr="0057002F">
        <w:rPr>
          <w:szCs w:val="24"/>
        </w:rPr>
        <w:t xml:space="preserve">Lepalinnu </w:t>
      </w:r>
      <w:r w:rsidR="0042672D" w:rsidRPr="0057002F">
        <w:rPr>
          <w:szCs w:val="24"/>
        </w:rPr>
        <w:t>maaüksus</w:t>
      </w:r>
      <w:r w:rsidR="00405EFC" w:rsidRPr="0057002F">
        <w:rPr>
          <w:szCs w:val="24"/>
        </w:rPr>
        <w:t>e</w:t>
      </w:r>
      <w:r w:rsidR="00C630F2" w:rsidRPr="0057002F">
        <w:rPr>
          <w:szCs w:val="24"/>
        </w:rPr>
        <w:t xml:space="preserve"> detailplaneeringu keskkonnamõju strateegiline hindamin</w:t>
      </w:r>
      <w:r w:rsidR="00D4034E" w:rsidRPr="0057002F">
        <w:rPr>
          <w:szCs w:val="24"/>
        </w:rPr>
        <w:t xml:space="preserve">e. </w:t>
      </w:r>
    </w:p>
    <w:p w14:paraId="486D0F25" w14:textId="77777777" w:rsidR="004F643E" w:rsidRPr="0057002F" w:rsidRDefault="004F643E" w:rsidP="004C6690">
      <w:pPr>
        <w:jc w:val="both"/>
        <w:rPr>
          <w:szCs w:val="24"/>
        </w:rPr>
      </w:pPr>
    </w:p>
    <w:p w14:paraId="4DFFDABF" w14:textId="52662BA9" w:rsidR="001E3B9C" w:rsidRPr="0057002F" w:rsidRDefault="004F643E" w:rsidP="004C6690">
      <w:pPr>
        <w:jc w:val="both"/>
        <w:rPr>
          <w:szCs w:val="24"/>
        </w:rPr>
      </w:pPr>
      <w:r w:rsidRPr="0057002F">
        <w:rPr>
          <w:szCs w:val="24"/>
        </w:rPr>
        <w:t xml:space="preserve">2. </w:t>
      </w:r>
      <w:r w:rsidR="001E3B9C" w:rsidRPr="0057002F">
        <w:rPr>
          <w:szCs w:val="24"/>
        </w:rPr>
        <w:t xml:space="preserve">Haljala Vallavalitsusel avaldada teade </w:t>
      </w:r>
      <w:r w:rsidR="00204CA7" w:rsidRPr="0057002F">
        <w:rPr>
          <w:szCs w:val="24"/>
        </w:rPr>
        <w:t xml:space="preserve">detailplaneeringu KSH algatamata jätmisest </w:t>
      </w:r>
      <w:r w:rsidR="008473F5" w:rsidRPr="0057002F">
        <w:rPr>
          <w:szCs w:val="24"/>
        </w:rPr>
        <w:t>Ametlikes Teadaannetes</w:t>
      </w:r>
      <w:r w:rsidR="00E44618" w:rsidRPr="0057002F">
        <w:rPr>
          <w:szCs w:val="24"/>
        </w:rPr>
        <w:t>,</w:t>
      </w:r>
      <w:r w:rsidR="007A5129" w:rsidRPr="0057002F">
        <w:rPr>
          <w:szCs w:val="24"/>
        </w:rPr>
        <w:t xml:space="preserve"> ajalehtedes Virumaa Teataja ja Haljala Valla Sõnumid</w:t>
      </w:r>
      <w:r w:rsidR="007C4961" w:rsidRPr="0057002F">
        <w:rPr>
          <w:szCs w:val="24"/>
        </w:rPr>
        <w:t xml:space="preserve"> ning Haljala valla veebilehel</w:t>
      </w:r>
      <w:r w:rsidR="007A5129" w:rsidRPr="0057002F">
        <w:rPr>
          <w:szCs w:val="24"/>
        </w:rPr>
        <w:t>, ning informeerida</w:t>
      </w:r>
      <w:r w:rsidR="00B43793" w:rsidRPr="0057002F">
        <w:rPr>
          <w:szCs w:val="24"/>
        </w:rPr>
        <w:t xml:space="preserve"> PlanS § 127 lõigetes 1 ja 2 nimetatud isikuid ja asutusi </w:t>
      </w:r>
      <w:r w:rsidR="006D1C5D" w:rsidRPr="0057002F">
        <w:rPr>
          <w:szCs w:val="24"/>
        </w:rPr>
        <w:t xml:space="preserve">(sealhulgas </w:t>
      </w:r>
      <w:proofErr w:type="spellStart"/>
      <w:r w:rsidR="006D1C5D" w:rsidRPr="0057002F">
        <w:rPr>
          <w:szCs w:val="24"/>
        </w:rPr>
        <w:t>KeHJS</w:t>
      </w:r>
      <w:proofErr w:type="spellEnd"/>
      <w:r w:rsidR="006D1C5D" w:rsidRPr="0057002F">
        <w:rPr>
          <w:szCs w:val="24"/>
        </w:rPr>
        <w:t xml:space="preserve"> § 33 lõikes 6 nimetatud asutusi)</w:t>
      </w:r>
      <w:r w:rsidR="007F4BC7" w:rsidRPr="0057002F">
        <w:rPr>
          <w:szCs w:val="24"/>
        </w:rPr>
        <w:t xml:space="preserve"> </w:t>
      </w:r>
      <w:r w:rsidR="004C6690" w:rsidRPr="0057002F">
        <w:rPr>
          <w:szCs w:val="24"/>
        </w:rPr>
        <w:t>detailplaneeringu KSH algatamata jätmisest</w:t>
      </w:r>
      <w:r w:rsidR="00E44618" w:rsidRPr="0057002F">
        <w:rPr>
          <w:szCs w:val="24"/>
        </w:rPr>
        <w:t xml:space="preserve">. </w:t>
      </w:r>
    </w:p>
    <w:p w14:paraId="54B408EE" w14:textId="77777777" w:rsidR="007D3E5B" w:rsidRPr="0057002F" w:rsidRDefault="007D3E5B" w:rsidP="004C6690">
      <w:pPr>
        <w:jc w:val="both"/>
        <w:rPr>
          <w:szCs w:val="24"/>
        </w:rPr>
      </w:pPr>
    </w:p>
    <w:p w14:paraId="57A0161B" w14:textId="6D6E3EC7" w:rsidR="007D3E5B" w:rsidRPr="0057002F" w:rsidRDefault="004C6690" w:rsidP="004C6690">
      <w:pPr>
        <w:jc w:val="both"/>
      </w:pPr>
      <w:r w:rsidRPr="0057002F">
        <w:rPr>
          <w:szCs w:val="24"/>
        </w:rPr>
        <w:t>3</w:t>
      </w:r>
      <w:r w:rsidR="007D3E5B" w:rsidRPr="0057002F">
        <w:rPr>
          <w:szCs w:val="24"/>
        </w:rPr>
        <w:t>. Detailplaneeringu KSH algatamata jätmise korraldusega on võimalik tutvuda Haljala Vallavalitsuses (Tallinna</w:t>
      </w:r>
      <w:r w:rsidR="007D3E5B" w:rsidRPr="0057002F">
        <w:t xml:space="preserve"> mnt 13, Haljala alevik, Haljala vald) ja Võsu teenuskeskuses (Mere tn 6, Võsu alevik, Haljala vald) asutuste lahti</w:t>
      </w:r>
      <w:r w:rsidR="00284ADF" w:rsidRPr="0057002F">
        <w:t>olekuaegadel ning Haljala valla veebilehel</w:t>
      </w:r>
      <w:r w:rsidR="00136924" w:rsidRPr="0057002F">
        <w:t xml:space="preserve"> </w:t>
      </w:r>
      <w:hyperlink r:id="rId9" w:anchor="2024" w:history="1">
        <w:r w:rsidR="00136924" w:rsidRPr="0057002F">
          <w:rPr>
            <w:rStyle w:val="Hperlink"/>
          </w:rPr>
          <w:t>https://www.haljala.ee/detailplaneeringud#2024</w:t>
        </w:r>
      </w:hyperlink>
      <w:r w:rsidR="00136924" w:rsidRPr="0057002F">
        <w:t xml:space="preserve">.  </w:t>
      </w:r>
    </w:p>
    <w:p w14:paraId="6B1AC8B2" w14:textId="77777777" w:rsidR="00C630F2" w:rsidRPr="0057002F" w:rsidRDefault="00C630F2" w:rsidP="00176D89">
      <w:pPr>
        <w:spacing w:after="0"/>
        <w:jc w:val="both"/>
      </w:pPr>
    </w:p>
    <w:p w14:paraId="2F7C9FA5" w14:textId="6EF3527C" w:rsidR="00C630F2" w:rsidRPr="0057002F" w:rsidRDefault="004C6690" w:rsidP="00176D89">
      <w:pPr>
        <w:spacing w:after="0"/>
        <w:jc w:val="both"/>
      </w:pPr>
      <w:r w:rsidRPr="0057002F">
        <w:t>4</w:t>
      </w:r>
      <w:r w:rsidR="00C630F2" w:rsidRPr="0057002F">
        <w:t>. Korraldus jõustub teatavakstegemisest.</w:t>
      </w:r>
    </w:p>
    <w:p w14:paraId="44D0560E" w14:textId="07822012" w:rsidR="00C630F2" w:rsidRPr="0057002F" w:rsidRDefault="00C630F2" w:rsidP="00176D89">
      <w:pPr>
        <w:spacing w:after="0"/>
        <w:jc w:val="both"/>
      </w:pPr>
    </w:p>
    <w:p w14:paraId="34F34A64" w14:textId="77777777" w:rsidR="0098707B" w:rsidRPr="0057002F" w:rsidRDefault="0098707B" w:rsidP="00176D89">
      <w:pPr>
        <w:spacing w:after="0"/>
        <w:jc w:val="both"/>
      </w:pPr>
    </w:p>
    <w:p w14:paraId="3B35DA9B" w14:textId="040606E0" w:rsidR="00C630F2" w:rsidRPr="0057002F" w:rsidRDefault="00C630F2" w:rsidP="00176D89">
      <w:pPr>
        <w:spacing w:after="0"/>
        <w:jc w:val="both"/>
      </w:pPr>
    </w:p>
    <w:p w14:paraId="764283C8" w14:textId="52C6571E" w:rsidR="00C630F2" w:rsidRPr="0057002F" w:rsidRDefault="00C630F2" w:rsidP="00176D89">
      <w:pPr>
        <w:spacing w:after="0"/>
        <w:jc w:val="both"/>
      </w:pPr>
      <w:r w:rsidRPr="0057002F">
        <w:t>(allkirjastatud digitaalselt)</w:t>
      </w:r>
      <w:r w:rsidRPr="0057002F">
        <w:tab/>
      </w:r>
      <w:r w:rsidRPr="0057002F">
        <w:tab/>
      </w:r>
      <w:r w:rsidRPr="0057002F">
        <w:tab/>
      </w:r>
      <w:r w:rsidRPr="0057002F">
        <w:tab/>
        <w:t>(allkirjastatud digitaalselt)</w:t>
      </w:r>
    </w:p>
    <w:p w14:paraId="1E08F889" w14:textId="5933630E" w:rsidR="00C630F2" w:rsidRPr="0057002F" w:rsidRDefault="00C630F2" w:rsidP="00176D89">
      <w:pPr>
        <w:spacing w:after="0"/>
        <w:jc w:val="both"/>
      </w:pPr>
    </w:p>
    <w:p w14:paraId="236BEE46" w14:textId="0A085BA9" w:rsidR="00C630F2" w:rsidRPr="0057002F" w:rsidRDefault="00C630F2" w:rsidP="00176D89">
      <w:pPr>
        <w:spacing w:after="0"/>
        <w:jc w:val="both"/>
      </w:pPr>
      <w:r w:rsidRPr="0057002F">
        <w:t>Anti Puusepp</w:t>
      </w:r>
      <w:r w:rsidRPr="0057002F">
        <w:tab/>
      </w:r>
      <w:r w:rsidRPr="0057002F">
        <w:tab/>
      </w:r>
      <w:r w:rsidRPr="0057002F">
        <w:tab/>
      </w:r>
      <w:r w:rsidRPr="0057002F">
        <w:tab/>
      </w:r>
      <w:r w:rsidRPr="0057002F">
        <w:tab/>
      </w:r>
      <w:r w:rsidRPr="0057002F">
        <w:tab/>
      </w:r>
      <w:r w:rsidR="00F52AE2" w:rsidRPr="0057002F">
        <w:t>Kristi Tomingas</w:t>
      </w:r>
    </w:p>
    <w:p w14:paraId="163E59A4" w14:textId="5714838C" w:rsidR="00883341" w:rsidRPr="00883341" w:rsidRDefault="00C630F2" w:rsidP="00883341">
      <w:pPr>
        <w:spacing w:after="0"/>
        <w:jc w:val="both"/>
      </w:pPr>
      <w:r w:rsidRPr="0057002F">
        <w:t>vallavanem</w:t>
      </w:r>
      <w:r w:rsidRPr="0057002F">
        <w:tab/>
      </w:r>
      <w:r w:rsidRPr="0057002F">
        <w:tab/>
      </w:r>
      <w:r w:rsidRPr="0057002F">
        <w:tab/>
      </w:r>
      <w:r w:rsidRPr="0057002F">
        <w:tab/>
      </w:r>
      <w:r w:rsidRPr="0057002F">
        <w:tab/>
      </w:r>
      <w:r w:rsidRPr="0057002F">
        <w:tab/>
      </w:r>
      <w:r w:rsidR="00F52AE2" w:rsidRPr="0057002F">
        <w:t>vallasekretär</w:t>
      </w:r>
      <w:r w:rsidR="00883341" w:rsidRPr="00883341">
        <w:t xml:space="preserve"> </w:t>
      </w:r>
    </w:p>
    <w:p w14:paraId="085D6FC4" w14:textId="650BFF6C" w:rsidR="00C630F2" w:rsidRPr="003B3D93" w:rsidRDefault="00C630F2" w:rsidP="00176D89">
      <w:pPr>
        <w:spacing w:after="0"/>
        <w:jc w:val="both"/>
      </w:pPr>
    </w:p>
    <w:sectPr w:rsidR="00C630F2" w:rsidRPr="003B3D93" w:rsidSect="001E5218">
      <w:headerReference w:type="first" r:id="rId10"/>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8CE6C" w14:textId="77777777" w:rsidR="001A4E83" w:rsidRDefault="001A4E83" w:rsidP="004F68A4">
      <w:pPr>
        <w:spacing w:after="0"/>
      </w:pPr>
      <w:r>
        <w:separator/>
      </w:r>
    </w:p>
  </w:endnote>
  <w:endnote w:type="continuationSeparator" w:id="0">
    <w:p w14:paraId="703F8625" w14:textId="77777777" w:rsidR="001A4E83" w:rsidRDefault="001A4E83"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FD093" w14:textId="77777777" w:rsidR="001A4E83" w:rsidRDefault="001A4E83" w:rsidP="004F68A4">
      <w:pPr>
        <w:spacing w:after="0"/>
      </w:pPr>
      <w:r>
        <w:separator/>
      </w:r>
    </w:p>
  </w:footnote>
  <w:footnote w:type="continuationSeparator" w:id="0">
    <w:p w14:paraId="749E359C" w14:textId="77777777" w:rsidR="001A4E83" w:rsidRDefault="001A4E83"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474"/>
    <w:multiLevelType w:val="hybridMultilevel"/>
    <w:tmpl w:val="2FFA0D62"/>
    <w:lvl w:ilvl="0" w:tplc="FFFFFFFF">
      <w:start w:val="1"/>
      <w:numFmt w:val="decimal"/>
      <w:lvlText w:val="%1."/>
      <w:lvlJc w:val="left"/>
      <w:pPr>
        <w:ind w:left="720" w:hanging="360"/>
      </w:pPr>
      <w:rPr>
        <w:rFonts w:asciiTheme="majorBidi" w:eastAsiaTheme="minorHAnsi" w:hAnsiTheme="majorBid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34BEA"/>
    <w:multiLevelType w:val="hybridMultilevel"/>
    <w:tmpl w:val="3CC479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B41670E"/>
    <w:multiLevelType w:val="hybridMultilevel"/>
    <w:tmpl w:val="8CC03E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1522DCC"/>
    <w:multiLevelType w:val="hybridMultilevel"/>
    <w:tmpl w:val="2E1688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E640B0E"/>
    <w:multiLevelType w:val="hybridMultilevel"/>
    <w:tmpl w:val="B3D45B76"/>
    <w:lvl w:ilvl="0" w:tplc="1B3E88EC">
      <w:start w:val="1"/>
      <w:numFmt w:val="decimal"/>
      <w:lvlText w:val="%1."/>
      <w:lvlJc w:val="left"/>
      <w:pPr>
        <w:ind w:left="720" w:hanging="360"/>
      </w:pPr>
      <w:rPr>
        <w:rFonts w:asciiTheme="majorBidi" w:eastAsiaTheme="minorHAnsi" w:hAnsiTheme="majorBid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26195738">
    <w:abstractNumId w:val="1"/>
  </w:num>
  <w:num w:numId="2" w16cid:durableId="407851942">
    <w:abstractNumId w:val="2"/>
  </w:num>
  <w:num w:numId="3" w16cid:durableId="395982619">
    <w:abstractNumId w:val="4"/>
  </w:num>
  <w:num w:numId="4" w16cid:durableId="89353619">
    <w:abstractNumId w:val="3"/>
  </w:num>
  <w:num w:numId="5" w16cid:durableId="1492677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252C5"/>
    <w:rsid w:val="00027970"/>
    <w:rsid w:val="0004025D"/>
    <w:rsid w:val="0004593E"/>
    <w:rsid w:val="00065808"/>
    <w:rsid w:val="000709D5"/>
    <w:rsid w:val="00082506"/>
    <w:rsid w:val="00086E53"/>
    <w:rsid w:val="000C368D"/>
    <w:rsid w:val="000C484F"/>
    <w:rsid w:val="000C6583"/>
    <w:rsid w:val="000C6B55"/>
    <w:rsid w:val="000C781B"/>
    <w:rsid w:val="000D6E26"/>
    <w:rsid w:val="000E0BD6"/>
    <w:rsid w:val="000E268B"/>
    <w:rsid w:val="000E3714"/>
    <w:rsid w:val="000F2553"/>
    <w:rsid w:val="000F7CD3"/>
    <w:rsid w:val="00100725"/>
    <w:rsid w:val="001061AC"/>
    <w:rsid w:val="00115521"/>
    <w:rsid w:val="00122BA1"/>
    <w:rsid w:val="00132A7B"/>
    <w:rsid w:val="00136924"/>
    <w:rsid w:val="00137C66"/>
    <w:rsid w:val="00140991"/>
    <w:rsid w:val="001542C1"/>
    <w:rsid w:val="00171B21"/>
    <w:rsid w:val="00173B13"/>
    <w:rsid w:val="001744F2"/>
    <w:rsid w:val="00176D89"/>
    <w:rsid w:val="00183BA3"/>
    <w:rsid w:val="001901B6"/>
    <w:rsid w:val="001962EE"/>
    <w:rsid w:val="001A2ABD"/>
    <w:rsid w:val="001A4E83"/>
    <w:rsid w:val="001B259B"/>
    <w:rsid w:val="001D4075"/>
    <w:rsid w:val="001D5FD7"/>
    <w:rsid w:val="001E35BE"/>
    <w:rsid w:val="001E3B9C"/>
    <w:rsid w:val="001E5218"/>
    <w:rsid w:val="001E7D84"/>
    <w:rsid w:val="001F30F7"/>
    <w:rsid w:val="00204CA7"/>
    <w:rsid w:val="002053AE"/>
    <w:rsid w:val="00225E56"/>
    <w:rsid w:val="0022603E"/>
    <w:rsid w:val="00231AC0"/>
    <w:rsid w:val="00231E8C"/>
    <w:rsid w:val="00234C8C"/>
    <w:rsid w:val="002401C4"/>
    <w:rsid w:val="00272BB4"/>
    <w:rsid w:val="00277298"/>
    <w:rsid w:val="00277DDD"/>
    <w:rsid w:val="00284ADF"/>
    <w:rsid w:val="002C139C"/>
    <w:rsid w:val="002C55E5"/>
    <w:rsid w:val="002D0815"/>
    <w:rsid w:val="00301C6C"/>
    <w:rsid w:val="00310E64"/>
    <w:rsid w:val="00317582"/>
    <w:rsid w:val="00321CEF"/>
    <w:rsid w:val="0032333F"/>
    <w:rsid w:val="0032612B"/>
    <w:rsid w:val="00330295"/>
    <w:rsid w:val="00343F43"/>
    <w:rsid w:val="0034419C"/>
    <w:rsid w:val="00354927"/>
    <w:rsid w:val="00354B51"/>
    <w:rsid w:val="00354B82"/>
    <w:rsid w:val="00361713"/>
    <w:rsid w:val="00365969"/>
    <w:rsid w:val="00373700"/>
    <w:rsid w:val="003960F2"/>
    <w:rsid w:val="003B0AE5"/>
    <w:rsid w:val="003B3D93"/>
    <w:rsid w:val="003B7357"/>
    <w:rsid w:val="003D1BDE"/>
    <w:rsid w:val="003E14CA"/>
    <w:rsid w:val="003F358A"/>
    <w:rsid w:val="00405EFC"/>
    <w:rsid w:val="004203C6"/>
    <w:rsid w:val="00421E5E"/>
    <w:rsid w:val="004239F2"/>
    <w:rsid w:val="0042672D"/>
    <w:rsid w:val="004406F7"/>
    <w:rsid w:val="00444F79"/>
    <w:rsid w:val="0045055A"/>
    <w:rsid w:val="00456793"/>
    <w:rsid w:val="0046186C"/>
    <w:rsid w:val="00493E06"/>
    <w:rsid w:val="004A6430"/>
    <w:rsid w:val="004B4FB1"/>
    <w:rsid w:val="004C6690"/>
    <w:rsid w:val="004C7264"/>
    <w:rsid w:val="004D48A4"/>
    <w:rsid w:val="004D633A"/>
    <w:rsid w:val="004D71C0"/>
    <w:rsid w:val="004E4965"/>
    <w:rsid w:val="004E5CC2"/>
    <w:rsid w:val="004F491A"/>
    <w:rsid w:val="004F643E"/>
    <w:rsid w:val="004F68A4"/>
    <w:rsid w:val="00502A2F"/>
    <w:rsid w:val="00515D4D"/>
    <w:rsid w:val="00516256"/>
    <w:rsid w:val="00517E56"/>
    <w:rsid w:val="0052628D"/>
    <w:rsid w:val="0052762A"/>
    <w:rsid w:val="005337BE"/>
    <w:rsid w:val="00535D2F"/>
    <w:rsid w:val="005516ED"/>
    <w:rsid w:val="0057002F"/>
    <w:rsid w:val="00570335"/>
    <w:rsid w:val="00581D76"/>
    <w:rsid w:val="00587C8C"/>
    <w:rsid w:val="005B0BF9"/>
    <w:rsid w:val="005B1DFD"/>
    <w:rsid w:val="005C209D"/>
    <w:rsid w:val="005C4F1E"/>
    <w:rsid w:val="005C5DE1"/>
    <w:rsid w:val="005C73A1"/>
    <w:rsid w:val="005C7FD7"/>
    <w:rsid w:val="005D07C6"/>
    <w:rsid w:val="005D5ACE"/>
    <w:rsid w:val="005F7311"/>
    <w:rsid w:val="006006BF"/>
    <w:rsid w:val="00604882"/>
    <w:rsid w:val="0060683F"/>
    <w:rsid w:val="00611854"/>
    <w:rsid w:val="00631840"/>
    <w:rsid w:val="00636943"/>
    <w:rsid w:val="0063740D"/>
    <w:rsid w:val="00643635"/>
    <w:rsid w:val="00645499"/>
    <w:rsid w:val="00657E9C"/>
    <w:rsid w:val="006673F6"/>
    <w:rsid w:val="00670279"/>
    <w:rsid w:val="0067229F"/>
    <w:rsid w:val="00682C0C"/>
    <w:rsid w:val="00684355"/>
    <w:rsid w:val="00684B15"/>
    <w:rsid w:val="00692BD3"/>
    <w:rsid w:val="006A01A0"/>
    <w:rsid w:val="006C3EEF"/>
    <w:rsid w:val="006D1C5D"/>
    <w:rsid w:val="00711654"/>
    <w:rsid w:val="00716277"/>
    <w:rsid w:val="0071741D"/>
    <w:rsid w:val="007176B9"/>
    <w:rsid w:val="00722FFD"/>
    <w:rsid w:val="00727458"/>
    <w:rsid w:val="00752440"/>
    <w:rsid w:val="00767453"/>
    <w:rsid w:val="007713A7"/>
    <w:rsid w:val="007764DC"/>
    <w:rsid w:val="007911AC"/>
    <w:rsid w:val="00793D5C"/>
    <w:rsid w:val="007A5129"/>
    <w:rsid w:val="007A78D0"/>
    <w:rsid w:val="007B17BE"/>
    <w:rsid w:val="007B1D83"/>
    <w:rsid w:val="007C364C"/>
    <w:rsid w:val="007C4961"/>
    <w:rsid w:val="007D3E5B"/>
    <w:rsid w:val="007D4166"/>
    <w:rsid w:val="007E1E2A"/>
    <w:rsid w:val="007F24E1"/>
    <w:rsid w:val="007F4BC7"/>
    <w:rsid w:val="00811862"/>
    <w:rsid w:val="00813775"/>
    <w:rsid w:val="0082518A"/>
    <w:rsid w:val="008270EB"/>
    <w:rsid w:val="00827C54"/>
    <w:rsid w:val="00835636"/>
    <w:rsid w:val="0084349F"/>
    <w:rsid w:val="008473F5"/>
    <w:rsid w:val="00867080"/>
    <w:rsid w:val="00867E32"/>
    <w:rsid w:val="0087238D"/>
    <w:rsid w:val="0087497D"/>
    <w:rsid w:val="0087537D"/>
    <w:rsid w:val="008800D0"/>
    <w:rsid w:val="008805B2"/>
    <w:rsid w:val="00883341"/>
    <w:rsid w:val="00883D33"/>
    <w:rsid w:val="00892863"/>
    <w:rsid w:val="008A075D"/>
    <w:rsid w:val="008A18A5"/>
    <w:rsid w:val="008A7566"/>
    <w:rsid w:val="008B0E14"/>
    <w:rsid w:val="008B5EC5"/>
    <w:rsid w:val="008B62BD"/>
    <w:rsid w:val="008C5237"/>
    <w:rsid w:val="008D4597"/>
    <w:rsid w:val="008E2600"/>
    <w:rsid w:val="008F46CC"/>
    <w:rsid w:val="00924958"/>
    <w:rsid w:val="0092780C"/>
    <w:rsid w:val="00930880"/>
    <w:rsid w:val="00935EC6"/>
    <w:rsid w:val="00944073"/>
    <w:rsid w:val="00957FD7"/>
    <w:rsid w:val="00961868"/>
    <w:rsid w:val="00970B6C"/>
    <w:rsid w:val="009735E0"/>
    <w:rsid w:val="0098223D"/>
    <w:rsid w:val="0098707B"/>
    <w:rsid w:val="00992F58"/>
    <w:rsid w:val="009972DF"/>
    <w:rsid w:val="009A3B71"/>
    <w:rsid w:val="009A6049"/>
    <w:rsid w:val="009B2A2D"/>
    <w:rsid w:val="009B4F44"/>
    <w:rsid w:val="009B596F"/>
    <w:rsid w:val="009B7433"/>
    <w:rsid w:val="009B793C"/>
    <w:rsid w:val="009C677E"/>
    <w:rsid w:val="009D3F56"/>
    <w:rsid w:val="009D4920"/>
    <w:rsid w:val="009F043E"/>
    <w:rsid w:val="009F2C94"/>
    <w:rsid w:val="00A07E85"/>
    <w:rsid w:val="00A07F49"/>
    <w:rsid w:val="00A12801"/>
    <w:rsid w:val="00A16EEA"/>
    <w:rsid w:val="00A170A9"/>
    <w:rsid w:val="00A203CE"/>
    <w:rsid w:val="00A2732B"/>
    <w:rsid w:val="00A37F6B"/>
    <w:rsid w:val="00A545D3"/>
    <w:rsid w:val="00A64AEA"/>
    <w:rsid w:val="00A670D9"/>
    <w:rsid w:val="00A74D1D"/>
    <w:rsid w:val="00A77105"/>
    <w:rsid w:val="00A80F49"/>
    <w:rsid w:val="00A81D94"/>
    <w:rsid w:val="00A82753"/>
    <w:rsid w:val="00A95175"/>
    <w:rsid w:val="00A95BCC"/>
    <w:rsid w:val="00AA2D77"/>
    <w:rsid w:val="00AB3A48"/>
    <w:rsid w:val="00AB5996"/>
    <w:rsid w:val="00AB6B9D"/>
    <w:rsid w:val="00AD115B"/>
    <w:rsid w:val="00AD34F4"/>
    <w:rsid w:val="00AF39D0"/>
    <w:rsid w:val="00AF4EC1"/>
    <w:rsid w:val="00B030F2"/>
    <w:rsid w:val="00B103CF"/>
    <w:rsid w:val="00B10C00"/>
    <w:rsid w:val="00B23E27"/>
    <w:rsid w:val="00B253DA"/>
    <w:rsid w:val="00B26455"/>
    <w:rsid w:val="00B40FCA"/>
    <w:rsid w:val="00B43793"/>
    <w:rsid w:val="00B56F16"/>
    <w:rsid w:val="00B744C8"/>
    <w:rsid w:val="00B814D2"/>
    <w:rsid w:val="00B83A69"/>
    <w:rsid w:val="00B97891"/>
    <w:rsid w:val="00BA263C"/>
    <w:rsid w:val="00BC20C2"/>
    <w:rsid w:val="00C21D9B"/>
    <w:rsid w:val="00C43A6A"/>
    <w:rsid w:val="00C56D6D"/>
    <w:rsid w:val="00C62002"/>
    <w:rsid w:val="00C630F2"/>
    <w:rsid w:val="00C65B52"/>
    <w:rsid w:val="00C66A10"/>
    <w:rsid w:val="00C754E1"/>
    <w:rsid w:val="00C943BE"/>
    <w:rsid w:val="00CA3A52"/>
    <w:rsid w:val="00CB0743"/>
    <w:rsid w:val="00CB60B5"/>
    <w:rsid w:val="00CC24E7"/>
    <w:rsid w:val="00CC75C2"/>
    <w:rsid w:val="00D22ED4"/>
    <w:rsid w:val="00D321F0"/>
    <w:rsid w:val="00D363DC"/>
    <w:rsid w:val="00D36DC0"/>
    <w:rsid w:val="00D36FE1"/>
    <w:rsid w:val="00D4034E"/>
    <w:rsid w:val="00D43F50"/>
    <w:rsid w:val="00D50AA6"/>
    <w:rsid w:val="00D5173E"/>
    <w:rsid w:val="00D521C6"/>
    <w:rsid w:val="00D57E00"/>
    <w:rsid w:val="00D60D3F"/>
    <w:rsid w:val="00D628EA"/>
    <w:rsid w:val="00D656E9"/>
    <w:rsid w:val="00D917A6"/>
    <w:rsid w:val="00DA505A"/>
    <w:rsid w:val="00DA77A9"/>
    <w:rsid w:val="00DB70A3"/>
    <w:rsid w:val="00DC2491"/>
    <w:rsid w:val="00DC5324"/>
    <w:rsid w:val="00DE5ED9"/>
    <w:rsid w:val="00DF047A"/>
    <w:rsid w:val="00DF2905"/>
    <w:rsid w:val="00DF36CF"/>
    <w:rsid w:val="00E07609"/>
    <w:rsid w:val="00E1226A"/>
    <w:rsid w:val="00E24318"/>
    <w:rsid w:val="00E3774E"/>
    <w:rsid w:val="00E44618"/>
    <w:rsid w:val="00E70B79"/>
    <w:rsid w:val="00E723E1"/>
    <w:rsid w:val="00E72AB4"/>
    <w:rsid w:val="00E8074C"/>
    <w:rsid w:val="00E84287"/>
    <w:rsid w:val="00E86E02"/>
    <w:rsid w:val="00EA3B1B"/>
    <w:rsid w:val="00EC75AB"/>
    <w:rsid w:val="00ED6630"/>
    <w:rsid w:val="00EE5485"/>
    <w:rsid w:val="00EE66DF"/>
    <w:rsid w:val="00EF018F"/>
    <w:rsid w:val="00EF082C"/>
    <w:rsid w:val="00F079DB"/>
    <w:rsid w:val="00F42D32"/>
    <w:rsid w:val="00F502F7"/>
    <w:rsid w:val="00F52AE2"/>
    <w:rsid w:val="00F93024"/>
    <w:rsid w:val="00FA29F5"/>
    <w:rsid w:val="00FA408C"/>
    <w:rsid w:val="00FA67DE"/>
    <w:rsid w:val="00FB291B"/>
    <w:rsid w:val="00FB3385"/>
    <w:rsid w:val="00FB3EB1"/>
    <w:rsid w:val="00FD050B"/>
    <w:rsid w:val="00FD56EC"/>
    <w:rsid w:val="00FF139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chartTrackingRefBased/>
  <w15:docId w15:val="{8F32779D-5C13-4601-A426-176BE28C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7D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 w:id="18282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eerimiskeskus@gmail.com" TargetMode="External"/><Relationship Id="rId3" Type="http://schemas.openxmlformats.org/officeDocument/2006/relationships/settings" Target="settings.xml"/><Relationship Id="rId7" Type="http://schemas.openxmlformats.org/officeDocument/2006/relationships/hyperlink" Target="mailto:haljala@haljal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aljala.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VV_õigusakt.dotx</Template>
  <TotalTime>20</TotalTime>
  <Pages>3</Pages>
  <Words>1368</Words>
  <Characters>7935</Characters>
  <Application>Microsoft Office Word</Application>
  <DocSecurity>0</DocSecurity>
  <Lines>66</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Janika Merisalu | Haljala vald</cp:lastModifiedBy>
  <cp:revision>5</cp:revision>
  <cp:lastPrinted>2022-03-08T11:13:00Z</cp:lastPrinted>
  <dcterms:created xsi:type="dcterms:W3CDTF">2025-07-28T16:02:00Z</dcterms:created>
  <dcterms:modified xsi:type="dcterms:W3CDTF">2025-07-28T17:09:00Z</dcterms:modified>
</cp:coreProperties>
</file>